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06" w:rsidRPr="00321475" w:rsidRDefault="00711206" w:rsidP="0032147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1475">
        <w:rPr>
          <w:rFonts w:ascii="Times New Roman" w:hAnsi="Times New Roman" w:cs="Times New Roman"/>
          <w:b/>
          <w:sz w:val="28"/>
          <w:szCs w:val="28"/>
          <w:lang w:val="ru-RU"/>
        </w:rPr>
        <w:t>Стандарт государственной услуги</w:t>
      </w:r>
      <w:r w:rsidRPr="00321475">
        <w:rPr>
          <w:rFonts w:ascii="Times New Roman" w:hAnsi="Times New Roman" w:cs="Times New Roman"/>
          <w:b/>
          <w:sz w:val="28"/>
          <w:szCs w:val="28"/>
          <w:lang w:val="ru-RU"/>
        </w:rPr>
        <w:br/>
        <w:t>«Выдача дубликатов документов о высшем и</w:t>
      </w:r>
      <w:r w:rsidRPr="00321475">
        <w:rPr>
          <w:rFonts w:ascii="Times New Roman" w:hAnsi="Times New Roman" w:cs="Times New Roman"/>
          <w:b/>
          <w:sz w:val="28"/>
          <w:szCs w:val="28"/>
          <w:lang w:val="ru-RU"/>
        </w:rPr>
        <w:br/>
        <w:t>послевузовском образовании»</w:t>
      </w:r>
    </w:p>
    <w:p w:rsidR="00711206" w:rsidRPr="00321475" w:rsidRDefault="00711206" w:rsidP="00321475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32147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21475">
        <w:rPr>
          <w:rFonts w:ascii="Times New Roman" w:hAnsi="Times New Roman" w:cs="Times New Roman"/>
          <w:sz w:val="26"/>
          <w:szCs w:val="26"/>
        </w:rPr>
        <w:t>   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 xml:space="preserve">  Государственная услуга оказывается высшими учебными заведениями.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321475">
        <w:rPr>
          <w:rFonts w:ascii="Times New Roman" w:hAnsi="Times New Roman" w:cs="Times New Roman"/>
          <w:sz w:val="26"/>
          <w:szCs w:val="26"/>
        </w:rPr>
        <w:t>   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 xml:space="preserve"> Прием заявлений и выдача результатов оказания государственной услуги осуществляются через услугодателя, а также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информации.</w:t>
      </w:r>
    </w:p>
    <w:p w:rsidR="00711206" w:rsidRPr="00321475" w:rsidRDefault="00711206" w:rsidP="00321475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321475">
        <w:rPr>
          <w:rFonts w:ascii="Times New Roman" w:hAnsi="Times New Roman" w:cs="Times New Roman"/>
          <w:sz w:val="26"/>
          <w:szCs w:val="26"/>
        </w:rPr>
        <w:t>  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 xml:space="preserve"> Сроки оказания государственной услуги: максимально допустимое время обслуживания услугополучателя - не более 15 минут.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321475">
        <w:rPr>
          <w:rFonts w:ascii="Times New Roman" w:hAnsi="Times New Roman" w:cs="Times New Roman"/>
          <w:sz w:val="26"/>
          <w:szCs w:val="26"/>
        </w:rPr>
        <w:t>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 xml:space="preserve"> Форма оказания государственной услуги: бумажная.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321475">
        <w:rPr>
          <w:rFonts w:ascii="Times New Roman" w:hAnsi="Times New Roman" w:cs="Times New Roman"/>
          <w:sz w:val="26"/>
          <w:szCs w:val="26"/>
        </w:rPr>
        <w:t> 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>Результат оказания государственной услуги - дубликат</w:t>
      </w:r>
      <w:r w:rsidRPr="00321475">
        <w:rPr>
          <w:rFonts w:ascii="Times New Roman" w:hAnsi="Times New Roman" w:cs="Times New Roman"/>
          <w:sz w:val="26"/>
          <w:szCs w:val="26"/>
        </w:rPr>
        <w:t>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>документов о высшем и послевузовском образовании.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321475">
        <w:rPr>
          <w:rFonts w:ascii="Times New Roman" w:hAnsi="Times New Roman" w:cs="Times New Roman"/>
          <w:sz w:val="26"/>
          <w:szCs w:val="26"/>
        </w:rPr>
        <w:t>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 xml:space="preserve"> Государственная услуга оказывается бесплатно физическим лицам.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321475">
        <w:rPr>
          <w:rFonts w:ascii="Times New Roman" w:hAnsi="Times New Roman" w:cs="Times New Roman"/>
          <w:sz w:val="26"/>
          <w:szCs w:val="26"/>
        </w:rPr>
        <w:t> 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>Перечень документов, необходимых для оказания государственной услуги при обращении услугополучателя: заявление на имя руководителя услугодателя по форме, согласно</w:t>
      </w:r>
      <w:r w:rsidRPr="00321475">
        <w:rPr>
          <w:rFonts w:ascii="Times New Roman" w:hAnsi="Times New Roman" w:cs="Times New Roman"/>
          <w:sz w:val="26"/>
          <w:szCs w:val="26"/>
        </w:rPr>
        <w:t>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>приложению 1 к настоящему стандарту государственной услуги, в котором излагаются обстоятельства утраты документа об образовании или другие причины; копия объявления об утере документа в периодическом печатном издании с указанием номера регистрации и даты выдачи документа; удостоверение личности услугополучателя (оригинал для идентификации);</w:t>
      </w:r>
      <w:r w:rsidRPr="00321475">
        <w:rPr>
          <w:rFonts w:ascii="Times New Roman" w:hAnsi="Times New Roman" w:cs="Times New Roman"/>
          <w:sz w:val="26"/>
          <w:szCs w:val="26"/>
        </w:rPr>
        <w:t>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>документ, подтверждающий изменение фамилии услугополучателя, (имени, отчества) при необходимости; подлинник документа об образовании, пришедшего в негодность или имеющего ошибки при его заполнении (при наличии).</w:t>
      </w:r>
    </w:p>
    <w:p w:rsidR="00711206" w:rsidRPr="00321475" w:rsidRDefault="00711206" w:rsidP="00321475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321475">
        <w:rPr>
          <w:rFonts w:ascii="Times New Roman" w:hAnsi="Times New Roman" w:cs="Times New Roman"/>
          <w:sz w:val="26"/>
          <w:szCs w:val="26"/>
        </w:rPr>
        <w:t>  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 xml:space="preserve"> При оказании государственной услуги через ЦОН услугополучатель дает письменное согласие на использование сведений, составляющих охраняемую</w:t>
      </w:r>
      <w:r w:rsidRPr="00321475">
        <w:rPr>
          <w:rFonts w:ascii="Times New Roman" w:hAnsi="Times New Roman" w:cs="Times New Roman"/>
          <w:sz w:val="26"/>
          <w:szCs w:val="26"/>
        </w:rPr>
        <w:t>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>законом тайну, содержащихся в информационных системах, если иное не предусмотрено законами Республики Казахстан.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321475">
        <w:rPr>
          <w:rFonts w:ascii="Times New Roman" w:hAnsi="Times New Roman" w:cs="Times New Roman"/>
          <w:sz w:val="26"/>
          <w:szCs w:val="26"/>
        </w:rPr>
        <w:t>   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>В случае представления услугополучателем неполного пакета документов, согласно</w:t>
      </w:r>
      <w:r w:rsidRPr="00321475">
        <w:rPr>
          <w:rFonts w:ascii="Times New Roman" w:hAnsi="Times New Roman" w:cs="Times New Roman"/>
          <w:sz w:val="26"/>
          <w:szCs w:val="26"/>
        </w:rPr>
        <w:t>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>пункту 9 настоящего стандарта государственной услуги, работник ЦОНа отказывает в приеме заявления и выдает расписку об отказе в приеме документов по форме согласно</w:t>
      </w:r>
      <w:r w:rsidRPr="00321475">
        <w:rPr>
          <w:rFonts w:ascii="Times New Roman" w:hAnsi="Times New Roman" w:cs="Times New Roman"/>
          <w:sz w:val="26"/>
          <w:szCs w:val="26"/>
        </w:rPr>
        <w:t>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>приложению 2 к настоящему стандарту государственной услуги.</w:t>
      </w:r>
    </w:p>
    <w:p w:rsidR="00711206" w:rsidRPr="00321475" w:rsidRDefault="00711206" w:rsidP="00321475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321475">
        <w:rPr>
          <w:rFonts w:ascii="Times New Roman" w:hAnsi="Times New Roman" w:cs="Times New Roman"/>
          <w:sz w:val="26"/>
          <w:szCs w:val="26"/>
          <w:lang w:val="ru-RU"/>
        </w:rPr>
        <w:t xml:space="preserve">    Услугополучателям, у которых в связи с состоянием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</w:p>
    <w:p w:rsidR="00711206" w:rsidRPr="00321475" w:rsidRDefault="00711206" w:rsidP="00321475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321475">
        <w:rPr>
          <w:rFonts w:ascii="Times New Roman" w:hAnsi="Times New Roman" w:cs="Times New Roman"/>
          <w:sz w:val="26"/>
          <w:szCs w:val="26"/>
        </w:rPr>
        <w:t>     </w:t>
      </w:r>
      <w:r w:rsidRPr="0032147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711206" w:rsidRPr="00321475" w:rsidRDefault="00711206" w:rsidP="00321475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</w:p>
    <w:p w:rsidR="00711206" w:rsidRDefault="00711206" w:rsidP="00321475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711206" w:rsidRDefault="00711206" w:rsidP="00321475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11206" w:rsidSect="00403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B3B"/>
    <w:rsid w:val="00084B3B"/>
    <w:rsid w:val="00204226"/>
    <w:rsid w:val="00321475"/>
    <w:rsid w:val="00403842"/>
    <w:rsid w:val="00711206"/>
    <w:rsid w:val="007D0750"/>
    <w:rsid w:val="008F0620"/>
    <w:rsid w:val="00B42AB5"/>
    <w:rsid w:val="00BA7644"/>
    <w:rsid w:val="00ED1788"/>
    <w:rsid w:val="00F2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B3B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21475"/>
    <w:rPr>
      <w:rFonts w:ascii="Consolas" w:hAnsi="Consolas" w:cs="Consola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9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350</Words>
  <Characters>1997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NUsenko</cp:lastModifiedBy>
  <cp:revision>6</cp:revision>
  <dcterms:created xsi:type="dcterms:W3CDTF">2014-10-30T05:54:00Z</dcterms:created>
  <dcterms:modified xsi:type="dcterms:W3CDTF">2014-11-03T08:20:00Z</dcterms:modified>
</cp:coreProperties>
</file>