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64D" w:rsidRPr="00E9568F" w:rsidRDefault="00E7464D" w:rsidP="00D96048">
      <w:pPr>
        <w:pStyle w:val="NoSpacing"/>
        <w:rPr>
          <w:rFonts w:ascii="Times New Roman" w:hAnsi="Times New Roman"/>
          <w:sz w:val="24"/>
          <w:szCs w:val="24"/>
        </w:rPr>
      </w:pPr>
      <w:r w:rsidRPr="00E9568F">
        <w:rPr>
          <w:rFonts w:ascii="Times New Roman" w:hAnsi="Times New Roman"/>
          <w:sz w:val="24"/>
          <w:szCs w:val="24"/>
        </w:rPr>
        <w:t>27.12.2014</w:t>
      </w:r>
    </w:p>
    <w:p w:rsidR="00E7464D" w:rsidRDefault="00E7464D" w:rsidP="001E2C61">
      <w:pPr>
        <w:pStyle w:val="NoSpacing"/>
        <w:jc w:val="center"/>
        <w:rPr>
          <w:rFonts w:ascii="Times New Roman" w:hAnsi="Times New Roman"/>
          <w:b/>
          <w:sz w:val="26"/>
          <w:szCs w:val="26"/>
        </w:rPr>
      </w:pPr>
      <w:r w:rsidRPr="00D96048">
        <w:rPr>
          <w:rFonts w:ascii="Times New Roman" w:hAnsi="Times New Roman"/>
          <w:b/>
          <w:sz w:val="26"/>
          <w:szCs w:val="26"/>
        </w:rPr>
        <w:t>ЦОН информирует</w:t>
      </w:r>
    </w:p>
    <w:p w:rsidR="00E7464D" w:rsidRPr="00676B76" w:rsidRDefault="00E7464D" w:rsidP="00676B76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ED0A4F">
        <w:br/>
      </w:r>
      <w:r w:rsidRPr="00676B76">
        <w:rPr>
          <w:rFonts w:ascii="Times New Roman" w:hAnsi="Times New Roman"/>
          <w:b/>
          <w:sz w:val="24"/>
          <w:szCs w:val="24"/>
        </w:rPr>
        <w:t>«Присвоение спортивных званий и категорий: почетное звание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76B76">
        <w:rPr>
          <w:rFonts w:ascii="Times New Roman" w:hAnsi="Times New Roman"/>
          <w:b/>
          <w:sz w:val="24"/>
          <w:szCs w:val="24"/>
        </w:rPr>
        <w:t>«Заслуженный тренер Республики Казахстан», почетное звание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76B76">
        <w:rPr>
          <w:rFonts w:ascii="Times New Roman" w:hAnsi="Times New Roman"/>
          <w:b/>
          <w:sz w:val="24"/>
          <w:szCs w:val="24"/>
        </w:rPr>
        <w:t>«Заслуженный мастер спорта Республики Казахстан», мастер спорта</w:t>
      </w:r>
      <w:r w:rsidRPr="00676B76">
        <w:rPr>
          <w:rFonts w:ascii="Times New Roman" w:hAnsi="Times New Roman"/>
          <w:b/>
          <w:sz w:val="24"/>
          <w:szCs w:val="24"/>
        </w:rPr>
        <w:br/>
        <w:t>Республики Казахстан международного класса, мастер спорта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76B76">
        <w:rPr>
          <w:rFonts w:ascii="Times New Roman" w:hAnsi="Times New Roman"/>
          <w:b/>
          <w:sz w:val="24"/>
          <w:szCs w:val="24"/>
        </w:rPr>
        <w:t>Республики Казахстан, тренер высшего и среднего уровня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76B76">
        <w:rPr>
          <w:rFonts w:ascii="Times New Roman" w:hAnsi="Times New Roman"/>
          <w:b/>
          <w:sz w:val="24"/>
          <w:szCs w:val="24"/>
        </w:rPr>
        <w:t>квалификации высшей категории, инструктор-спортсмен высшего</w:t>
      </w:r>
      <w:r w:rsidRPr="00676B76">
        <w:rPr>
          <w:rFonts w:ascii="Times New Roman" w:hAnsi="Times New Roman"/>
          <w:b/>
          <w:sz w:val="24"/>
          <w:szCs w:val="24"/>
        </w:rPr>
        <w:br/>
        <w:t>уровня квалификации высшей категории, методист высшего 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76B76">
        <w:rPr>
          <w:rFonts w:ascii="Times New Roman" w:hAnsi="Times New Roman"/>
          <w:b/>
          <w:sz w:val="24"/>
          <w:szCs w:val="24"/>
        </w:rPr>
        <w:t>среднего уровня квалификации высшей категории, национальный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76B76">
        <w:rPr>
          <w:rFonts w:ascii="Times New Roman" w:hAnsi="Times New Roman"/>
          <w:b/>
          <w:sz w:val="24"/>
          <w:szCs w:val="24"/>
        </w:rPr>
        <w:t>судья по спорту высшей категории, национальный судья по спорту»</w:t>
      </w:r>
    </w:p>
    <w:p w:rsidR="00E7464D" w:rsidRPr="00676B76" w:rsidRDefault="00E7464D" w:rsidP="00676B76">
      <w:pPr>
        <w:pStyle w:val="NoSpacing"/>
        <w:rPr>
          <w:rFonts w:ascii="Times New Roman" w:hAnsi="Times New Roman"/>
          <w:sz w:val="24"/>
          <w:szCs w:val="24"/>
        </w:rPr>
      </w:pPr>
      <w:r w:rsidRPr="00676B76">
        <w:rPr>
          <w:rFonts w:ascii="Times New Roman" w:hAnsi="Times New Roman"/>
          <w:color w:val="000000"/>
          <w:sz w:val="24"/>
          <w:szCs w:val="24"/>
        </w:rPr>
        <w:t>      «Присвоение спортивных званий и категорий: почетное звание «Заслуженный тренер Республики Казахстан», почетное звание «Заслуженный мастер спорта Республики Казахстан», мастер спорта Республики Казахстан международного класса, мастер спорта Республики Казахстан, тренер высшего и среднего уровня квалификации высшей категории, инструктор-спортсмен высшего уровня квалификации высшей категории, методист высшего и среднего уровня квалификации высшей категории, национальный судья по спорту высшей категории, национальный судья по спорту (далее – государственная услуга)</w:t>
      </w:r>
      <w:r>
        <w:rPr>
          <w:rFonts w:ascii="Times New Roman" w:hAnsi="Times New Roman"/>
          <w:color w:val="000000"/>
          <w:sz w:val="24"/>
          <w:szCs w:val="24"/>
        </w:rPr>
        <w:t xml:space="preserve"> с</w:t>
      </w:r>
      <w:r w:rsidRPr="00676B76">
        <w:rPr>
          <w:rFonts w:ascii="Times New Roman" w:hAnsi="Times New Roman"/>
          <w:color w:val="000000"/>
          <w:sz w:val="24"/>
          <w:szCs w:val="24"/>
        </w:rPr>
        <w:t>тандарт государственной услуги разработан Агентством Республики Казахстан по делам спорта и физической культуры.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76B76">
        <w:rPr>
          <w:rFonts w:ascii="Times New Roman" w:hAnsi="Times New Roman"/>
          <w:color w:val="000000"/>
          <w:sz w:val="24"/>
          <w:szCs w:val="24"/>
        </w:rPr>
        <w:t>Государственная услуга оказывается Агентством Республики Казахстан по делам спорта и физической культуры (далее – услугодатель).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Прием документов и выдача результатов оказания государственной услуги осуществляются через Республиканское государственное предприятие на праве хозяйственного ведения «Центр обслуживания населения» Комитета по контролю автоматизации государственных услуг и координации деятельности центров обслуживания населения Министерства транспорта и коммуникации Республики Казахстан (далее – ЦОН).</w:t>
      </w:r>
    </w:p>
    <w:p w:rsidR="00E7464D" w:rsidRDefault="00E7464D" w:rsidP="00676B76">
      <w:pPr>
        <w:pStyle w:val="NoSpacing"/>
        <w:rPr>
          <w:rFonts w:ascii="Times New Roman" w:hAnsi="Times New Roman"/>
          <w:color w:val="000000"/>
          <w:sz w:val="24"/>
          <w:szCs w:val="24"/>
        </w:rPr>
      </w:pPr>
      <w:r w:rsidRPr="00676B76">
        <w:rPr>
          <w:rFonts w:ascii="Times New Roman" w:hAnsi="Times New Roman"/>
          <w:b/>
          <w:color w:val="000000"/>
          <w:sz w:val="24"/>
          <w:szCs w:val="24"/>
        </w:rPr>
        <w:t xml:space="preserve">   </w:t>
      </w:r>
      <w:r w:rsidRPr="00676B76">
        <w:rPr>
          <w:rFonts w:ascii="Times New Roman" w:hAnsi="Times New Roman"/>
          <w:color w:val="000000"/>
          <w:sz w:val="24"/>
          <w:szCs w:val="24"/>
        </w:rPr>
        <w:t>Срок оказания государственной услуги: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1) с момента сдачи пакета документов в ЦОН – 30 (тридцать) календарных дней.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При обращении в ЦОН день приема документов не входит в срок оказания государственной услуги;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2) максимально допустимое время ожидания для сдачи пакета документов – 15 (пятнадцать) минут;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3) максимально допустимое время обслуживания – 15 (пятнадцать) минут.</w:t>
      </w:r>
      <w:r w:rsidRPr="00676B76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   </w:t>
      </w:r>
      <w:r w:rsidRPr="00676B76">
        <w:rPr>
          <w:rFonts w:ascii="Times New Roman" w:hAnsi="Times New Roman"/>
          <w:color w:val="000000"/>
          <w:sz w:val="24"/>
          <w:szCs w:val="24"/>
        </w:rPr>
        <w:t>Форма оказания государственной услуги: бумажная.</w:t>
      </w:r>
      <w:r w:rsidRPr="00676B76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   </w:t>
      </w:r>
      <w:r w:rsidRPr="00676B76">
        <w:rPr>
          <w:rFonts w:ascii="Times New Roman" w:hAnsi="Times New Roman"/>
          <w:color w:val="000000"/>
          <w:sz w:val="24"/>
          <w:szCs w:val="24"/>
        </w:rPr>
        <w:t>Результат государственной услуги – удостоверение о присвоении почетного и (или) спортивного звания, удостоверение о присвоении категории тренерам, методистам, инструкторам-спортсменам, удостоверение о присвоении судейской категории по спорту или копия приказа о присвоении почетного и (или) спортивного звания, категорий.</w:t>
      </w:r>
      <w:r w:rsidRPr="00676B76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    </w:t>
      </w:r>
      <w:r w:rsidRPr="00676B76">
        <w:rPr>
          <w:rFonts w:ascii="Times New Roman" w:hAnsi="Times New Roman"/>
          <w:color w:val="000000"/>
          <w:sz w:val="24"/>
          <w:szCs w:val="24"/>
        </w:rPr>
        <w:t xml:space="preserve"> Форма предоставления результата оказания государственной услуги: бумажная.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Государственная услуга оказывается физическим лицам (далее – услугополучатель) бесплатно.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 xml:space="preserve">     Перечень документов необходимых для оказания государственной услуги при обращении услугополучателя (либо его представителя по доверенности) </w:t>
      </w:r>
      <w:r w:rsidRPr="000A63E9">
        <w:rPr>
          <w:rFonts w:ascii="Times New Roman" w:hAnsi="Times New Roman"/>
          <w:b/>
          <w:i/>
          <w:color w:val="000000"/>
          <w:sz w:val="24"/>
          <w:szCs w:val="24"/>
        </w:rPr>
        <w:t>в ЦОН: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1) для получения государственной услуги о присвоении почетного звания «Заслуженный тренер Республики Казахстан», «Заслуженный мастер спорта Республики Казахстан»: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документ, удостоверяющий личность услугополучателя (требуется для идентификации личности);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заявление по форме согласно приложению 1 к настоящему стандарту государственной услуги;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представление согласно приложению 2 к настоящему стандарту государственной услуги;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копии протоколов соревнований, заверенные печатью и подписью руководителя республиканской федерации по виду спорта;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две цветные фотографии размером 3х4;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документ, удостоверяющий личность уполномоченного представителя физического лица и документ, удостоверяющий полномочия на представительство – при обращении представителя услугополучателя (требуется для идентификации личности).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Примечание: спортсмены, являющиеся чемпионами и призерами Олимпийских, Паралимпийских и Сурдлимпийских игр, для получения почетного звания «Заслуженный мастер спорта Республики Казахстан» и тренера, подготовившие данных спортсменов, для получения почетного звания «Заслуженный тренер Республики Казахстан» документы не представляют.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2) для получения государственной услуги о присвоении спортивного звания «Мастер спорта международного класса Республики Казахстан», «Мастер спорта Республики Казахстан»: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документ, удостоверяющий личность услугополучателя (требуется для идентификации личности);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заявление по форме согласно приложению 1 к настоящему стандарту государственной услуги;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представление согласно приложению 3 к настоящему стандарту государственной услуги;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копии протоколов соревнований, заверенные печатью и подписью руководителя республиканской федерации по виду спорта;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две цветные фотографии размером 3х4;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документ, удостоверяющий личность уполномоченного представителя физического лица и документ, удостоверяющий полномочия на представительство – при обращении представителя услугополучателя (требуется для идентификации личности);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3) для получения государственной услуги о присвоении (и/или подтверждении) категорий «Тренер высшего уровня квалификации высшей категории», «Тренер среднего уровня квалификации высшей категории»: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документ, удостоверяющий личность услугополучателя (требуется для идентификации личности);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заявление по форме согласно приложению 4 к настоящему стандарту государственной услуги;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письмо-ходатайство местного исполнительного органа по вопросам физической культуры и спорта области (города республиканского значения, столицы);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копия диплома о профессиональном образовании;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копия трудовой книжки или трудового договора с отметкой работодателя о дате и основании его прекращения, или выписка из актов работодателя, подтверждающих возникновение и прекращение трудовых отношений на основе заключения и прекращения трудового договора, или архивная справка, содержащая сведения о трудовой деятельности работника;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справка о подготовке спортсменов тренером по форме согласно приложению 5 к настоящему стандарту государственной услуги (за исключением присвоения категории «Тренер высшего и среднего уровней квалификации без категории»);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копии протоколов соревнований, заверенные печатью и подписью руководителя республиканской федерации по виду спорта (за исключением присвоения квалификационной категории «Тренер высшего и среднего уровней квалификации без категории»);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документ, удостоверяющий личность уполномоченного представителя физического лица и документ, удостоверяющий полномочия на представительство – при обращении представителя услугополучателя (требуется для идентификации личности);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4) для получения государственной услуги о присвоении (и/или подтверждении) категорий «Методист высшего уровня квалификации высшей категории», «Методист среднего уровня квалификации высшей категории»: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документ, удостоверяющий личность услугополучателя (требуется для идентификации личности);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заявление по форме согласно приложению 4 к настоящему стандарту государственной услуги;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письмо-ходатайство местного исполнительного органа по вопросам физической культуры и спорта области (города республиканского значения, столицы);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копия диплома о профессиональном образовании;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копия трудовой книжки или трудового договора с отметкой работодателя о дате и основании его прекращения, или выписка из актов работодателя, подтверждающих возникновение и прекращение трудовых отношений на основе заключения и прекращения трудового договора, или архивная справка, содержащая сведения о трудовой деятельности работника;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документ, удостоверяющий личность уполномоченного представителя физического лица и документ, удостоверяющий полномочия на представительство – при обращении представителя услугополучателя (требуется для идентификации личности);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5) для получения государственной услуги о присвоении (и/или подтверждения) категории «Инструктор-спортсмен высшего уровня квалификации высшей категории»: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документ, удостоверяющий личность услугополучателя (требуется для идентификации личности);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заявление установленной формы согласно приложению 4 к настоящему стандарту государственной услуги;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письмо-ходатайство местного исполнительного органа по вопросам физической культуры и спорта области (города республиканского значения, столицы);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копия диплома об образовании;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копия трудовой книжки или трудового договора с отметкой работодателя о дате и основании его прекращения, или выписка из актов работодателя, подтверждающих возникновение и прекращение трудовых отношений на основе заключения и прекращения трудового договора, или архивная справка, содержащая сведения о трудовой деятельности работника;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ходатайство, заверенное печатью республиканской федерации по виду спорта о присвоении категории с указанием достижений спортсмена за последние 2 года;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документ, удостоверяющий личность уполномоченного представителя физического лица и документ, удостоверяющий полномочия на представительство – при обращении представителя услугополучателя (требуется для идентификации личности);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6) для получения государственной услуги о присвоении судейской категорий «Национальный судья по спорту высшей категории», «Национальный судья по спорту»: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документ, удостоверяющий личность услугополучателя (требуется для идентификации личности);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заявление в произвольной форме;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представление согласно приложению 3 к настоящему стандарту государственной услуги;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справка о прохождении республиканского семинара судей, проводимого коллегией судей республиканской федерации по виду спорта;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копии протоколов соревнований, заверенные печатью и подписью руководителя республиканской федерации по виду спорта;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две цветные фотографии размером 3х4;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документ, удостоверяющий личность уполномоченного представителя физического лица и документ, удостоверяющий полномочия на представительство – при обращении представителя услугополучателя (требуется для идентификации личности).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В случае утери удостоверения о присвоении почетного и (или) спортивного звания, удостоверения о присвоении категории тренерам, методистам, инструкторам-спортсменам, удостоверения о присвоении судейской категории по спорту услугополучатель в ЦОНе должен заполнить форму согласно приложению 6 к настоящему стандарту государственной услуги.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Сведения документов, удостоверяющего личность услугополучателя, представителя услугополучателя, содержащиеся в государственных информационных системах, работник ЦОНа получает из соответствующих государственных информационных систем в форме электронных документов, удостоверенных ЭЦП уполномоченных лиц государственных органов.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Работник ЦОНа получает письменное согласие услугополучателя на использование сведений, составляющих охраняемую 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При приеме документов работник ЦОНа сверяет подлинность оригиналов с воспроизведенными электронными копиями документов, после чего возвращает оригиналы услугополучателю.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При приеме документов через ЦОН услугополучателю выдается расписка о приеме соответствующих документов с указанием: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номера и даты приема запроса;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вида запрашиваемой государственной услуги;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количества и название приложенных документов;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даты (времени) и места выдачи документов;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фамилии, имени, отчества (в случае наличия) работника ЦОНа, принявшего заявление на оформление документов;</w:t>
      </w:r>
      <w:r w:rsidRPr="00676B76">
        <w:rPr>
          <w:rFonts w:ascii="Times New Roman" w:hAnsi="Times New Roman"/>
          <w:sz w:val="24"/>
          <w:szCs w:val="24"/>
        </w:rPr>
        <w:br/>
      </w:r>
      <w:r w:rsidRPr="00676B76">
        <w:rPr>
          <w:rFonts w:ascii="Times New Roman" w:hAnsi="Times New Roman"/>
          <w:color w:val="000000"/>
          <w:sz w:val="24"/>
          <w:szCs w:val="24"/>
        </w:rPr>
        <w:t>      фамилии, имени, отчества (в случае наличия) услугополучателя, фамилии, имени, отчества (в случае наличия) представителя услугополучателя, и их контактные телефоны.</w:t>
      </w:r>
    </w:p>
    <w:p w:rsidR="00E7464D" w:rsidRPr="00676B76" w:rsidRDefault="00E7464D" w:rsidP="00676B76">
      <w:pPr>
        <w:pStyle w:val="NoSpacing"/>
        <w:rPr>
          <w:rFonts w:ascii="Times New Roman" w:hAnsi="Times New Roman"/>
          <w:sz w:val="24"/>
          <w:szCs w:val="24"/>
        </w:rPr>
      </w:pPr>
      <w:r w:rsidRPr="00676B76">
        <w:rPr>
          <w:rFonts w:ascii="Times New Roman" w:hAnsi="Times New Roman"/>
          <w:color w:val="000000"/>
          <w:sz w:val="24"/>
          <w:szCs w:val="24"/>
        </w:rPr>
        <w:t>     В случае предоставления услугополучателем неполного пакета документов согласно перечню, предусмотренному настоящим стандартом государственной услуги, работник ЦОНа отказывает в приеме заявления и выдает расписку по форме согласно приложению 7 к настоящему стандарту государственной услуги.</w:t>
      </w:r>
    </w:p>
    <w:p w:rsidR="00E7464D" w:rsidRPr="0021198C" w:rsidRDefault="00E7464D" w:rsidP="000A63E9">
      <w:pPr>
        <w:pStyle w:val="NoSpacing"/>
      </w:pPr>
      <w:r w:rsidRPr="00676B76">
        <w:rPr>
          <w:rFonts w:ascii="Times New Roman" w:hAnsi="Times New Roman"/>
          <w:color w:val="000000"/>
          <w:sz w:val="24"/>
          <w:szCs w:val="24"/>
        </w:rPr>
        <w:t>     Услугополучателям, у которых по состоянию здоровья отсутствует возможность личной явки в ЦОН, прием документов, необходимых для оказания государственной услуги, производится работниками ЦОНа (при заполнении бумажного носителя), с выездом по месту жительства услугополучателя.</w:t>
      </w:r>
      <w:r w:rsidRPr="00676B76">
        <w:rPr>
          <w:rFonts w:ascii="Times New Roman" w:hAnsi="Times New Roman"/>
          <w:sz w:val="24"/>
          <w:szCs w:val="24"/>
        </w:rPr>
        <w:br/>
      </w:r>
      <w:r w:rsidRPr="001E2C61">
        <w:rPr>
          <w:rFonts w:ascii="Times New Roman" w:hAnsi="Times New Roman"/>
          <w:color w:val="000000"/>
          <w:sz w:val="24"/>
          <w:szCs w:val="24"/>
        </w:rPr>
        <w:t xml:space="preserve">      </w:t>
      </w:r>
    </w:p>
    <w:p w:rsidR="00E7464D" w:rsidRPr="00DD02ED" w:rsidRDefault="00E7464D" w:rsidP="001E2C61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</w:t>
      </w:r>
      <w:r w:rsidRPr="00DD02ED">
        <w:rPr>
          <w:rFonts w:ascii="Times New Roman" w:hAnsi="Times New Roman"/>
          <w:b/>
          <w:sz w:val="24"/>
          <w:szCs w:val="24"/>
        </w:rPr>
        <w:t xml:space="preserve">Центр обслуживания населения </w:t>
      </w:r>
    </w:p>
    <w:p w:rsidR="00E7464D" w:rsidRDefault="00E7464D" w:rsidP="001E2C61">
      <w:pPr>
        <w:pStyle w:val="NoSpacing"/>
        <w:rPr>
          <w:rFonts w:ascii="Times New Roman" w:hAnsi="Times New Roman"/>
          <w:b/>
          <w:sz w:val="24"/>
          <w:szCs w:val="24"/>
        </w:rPr>
      </w:pPr>
      <w:r w:rsidRPr="00DD02E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Pr="00DD02ED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DD02ED">
        <w:rPr>
          <w:rFonts w:ascii="Times New Roman" w:hAnsi="Times New Roman"/>
          <w:b/>
          <w:sz w:val="24"/>
          <w:szCs w:val="24"/>
        </w:rPr>
        <w:t xml:space="preserve">          Уалихановского района</w:t>
      </w:r>
    </w:p>
    <w:p w:rsidR="00E7464D" w:rsidRDefault="00E7464D" w:rsidP="00D96048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E7464D" w:rsidRDefault="00E7464D" w:rsidP="00D96048">
      <w:pPr>
        <w:pStyle w:val="NoSpacing"/>
        <w:rPr>
          <w:rFonts w:ascii="Times New Roman" w:hAnsi="Times New Roman"/>
          <w:b/>
          <w:sz w:val="24"/>
          <w:szCs w:val="24"/>
        </w:rPr>
      </w:pPr>
    </w:p>
    <w:sectPr w:rsidR="00E7464D" w:rsidSect="00E9568F">
      <w:pgSz w:w="11906" w:h="16838"/>
      <w:pgMar w:top="567" w:right="282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322DA5"/>
    <w:multiLevelType w:val="hybridMultilevel"/>
    <w:tmpl w:val="20386D42"/>
    <w:lvl w:ilvl="0" w:tplc="2F264D12">
      <w:start w:val="1"/>
      <w:numFmt w:val="decimal"/>
      <w:lvlText w:val="%1)"/>
      <w:lvlJc w:val="left"/>
      <w:pPr>
        <w:ind w:left="3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6048"/>
    <w:rsid w:val="0000026C"/>
    <w:rsid w:val="00074F19"/>
    <w:rsid w:val="000A63E9"/>
    <w:rsid w:val="000F1C2E"/>
    <w:rsid w:val="000F36B0"/>
    <w:rsid w:val="001E2C61"/>
    <w:rsid w:val="001F44A2"/>
    <w:rsid w:val="0021198C"/>
    <w:rsid w:val="00273D17"/>
    <w:rsid w:val="0029708A"/>
    <w:rsid w:val="002C15D3"/>
    <w:rsid w:val="00363BE0"/>
    <w:rsid w:val="0036704F"/>
    <w:rsid w:val="00465305"/>
    <w:rsid w:val="00472194"/>
    <w:rsid w:val="004F512D"/>
    <w:rsid w:val="005C08A4"/>
    <w:rsid w:val="00676142"/>
    <w:rsid w:val="00676B76"/>
    <w:rsid w:val="00751F2F"/>
    <w:rsid w:val="0085134B"/>
    <w:rsid w:val="009E3989"/>
    <w:rsid w:val="00B75EBB"/>
    <w:rsid w:val="00BC1A2F"/>
    <w:rsid w:val="00C96782"/>
    <w:rsid w:val="00D058B1"/>
    <w:rsid w:val="00D96048"/>
    <w:rsid w:val="00DD02ED"/>
    <w:rsid w:val="00DE5F15"/>
    <w:rsid w:val="00DF26F0"/>
    <w:rsid w:val="00E7464D"/>
    <w:rsid w:val="00E9568F"/>
    <w:rsid w:val="00ED0A4F"/>
    <w:rsid w:val="00F75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34B"/>
    <w:pPr>
      <w:spacing w:after="200" w:line="276" w:lineRule="auto"/>
    </w:pPr>
  </w:style>
  <w:style w:type="paragraph" w:styleId="Heading2">
    <w:name w:val="heading 2"/>
    <w:basedOn w:val="Normal"/>
    <w:link w:val="Heading2Char"/>
    <w:uiPriority w:val="99"/>
    <w:qFormat/>
    <w:rsid w:val="00D9604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D96048"/>
    <w:rPr>
      <w:rFonts w:ascii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rsid w:val="00D960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D96048"/>
    <w:rPr>
      <w:rFonts w:cs="Times New Roman"/>
      <w:b/>
      <w:bCs/>
    </w:rPr>
  </w:style>
  <w:style w:type="paragraph" w:styleId="NoSpacing">
    <w:name w:val="No Spacing"/>
    <w:uiPriority w:val="99"/>
    <w:qFormat/>
    <w:rsid w:val="00D96048"/>
  </w:style>
  <w:style w:type="paragraph" w:styleId="ListParagraph">
    <w:name w:val="List Paragraph"/>
    <w:basedOn w:val="Normal"/>
    <w:uiPriority w:val="99"/>
    <w:qFormat/>
    <w:rsid w:val="00BC1A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93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3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93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3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167</TotalTime>
  <Pages>3</Pages>
  <Words>1864</Words>
  <Characters>10630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NUsenko</cp:lastModifiedBy>
  <cp:revision>13</cp:revision>
  <dcterms:created xsi:type="dcterms:W3CDTF">2014-12-06T05:30:00Z</dcterms:created>
  <dcterms:modified xsi:type="dcterms:W3CDTF">2015-01-05T09:47:00Z</dcterms:modified>
</cp:coreProperties>
</file>