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7F8" w:rsidRDefault="004367F8" w:rsidP="00FF5BAA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0A1DF9">
        <w:rPr>
          <w:rFonts w:ascii="Times New Roman" w:hAnsi="Times New Roman"/>
          <w:b/>
          <w:sz w:val="28"/>
          <w:szCs w:val="28"/>
        </w:rPr>
        <w:t>тандарт государственной услуги «Постановка на учет, переучет, выдача дубликата свидетельства отечественного теле-, радиоканала»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367F8" w:rsidRPr="000A1DF9" w:rsidRDefault="004367F8" w:rsidP="000A1DF9">
      <w:pPr>
        <w:pStyle w:val="NoSpacing"/>
        <w:ind w:firstLine="708"/>
        <w:rPr>
          <w:rFonts w:ascii="Times New Roman" w:hAnsi="Times New Roman"/>
          <w:b/>
          <w:sz w:val="28"/>
          <w:szCs w:val="28"/>
        </w:rPr>
      </w:pPr>
    </w:p>
    <w:p w:rsidR="004367F8" w:rsidRPr="00221593" w:rsidRDefault="004367F8" w:rsidP="000A1D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593">
        <w:rPr>
          <w:rFonts w:ascii="Times New Roman" w:hAnsi="Times New Roman"/>
          <w:sz w:val="28"/>
          <w:szCs w:val="28"/>
        </w:rPr>
        <w:t>Государственная услуга «Постановка на учет, переучет, выдача дубликата свидетельства отечественного теле</w:t>
      </w:r>
      <w:r>
        <w:rPr>
          <w:rFonts w:ascii="Times New Roman" w:hAnsi="Times New Roman"/>
          <w:sz w:val="28"/>
          <w:szCs w:val="28"/>
        </w:rPr>
        <w:t>-</w:t>
      </w:r>
      <w:r w:rsidRPr="00221593">
        <w:rPr>
          <w:rFonts w:ascii="Times New Roman" w:hAnsi="Times New Roman"/>
          <w:sz w:val="28"/>
          <w:szCs w:val="28"/>
        </w:rPr>
        <w:t>, радиоканала»</w:t>
      </w:r>
      <w:r>
        <w:rPr>
          <w:rFonts w:ascii="Times New Roman" w:hAnsi="Times New Roman"/>
          <w:sz w:val="28"/>
          <w:szCs w:val="28"/>
        </w:rPr>
        <w:t>, с</w:t>
      </w:r>
      <w:r w:rsidRPr="00221593">
        <w:rPr>
          <w:rFonts w:ascii="Times New Roman" w:hAnsi="Times New Roman"/>
          <w:sz w:val="28"/>
          <w:szCs w:val="28"/>
        </w:rPr>
        <w:t>тандарт государственной услуги разработан Министерством культуры и информации Республики Казахстан (далее – Министерство).</w:t>
      </w:r>
    </w:p>
    <w:p w:rsidR="004367F8" w:rsidRPr="001E1C42" w:rsidRDefault="004367F8" w:rsidP="000A1DF9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E1C42">
        <w:rPr>
          <w:rFonts w:ascii="Times New Roman" w:hAnsi="Times New Roman"/>
          <w:sz w:val="28"/>
          <w:szCs w:val="28"/>
        </w:rPr>
        <w:t xml:space="preserve">Государственная услуга оказывается Комитетом информации и архивов Министерства (далее – услугодатель). </w:t>
      </w:r>
    </w:p>
    <w:p w:rsidR="004367F8" w:rsidRPr="001E1C42" w:rsidRDefault="004367F8" w:rsidP="000A1DF9">
      <w:pPr>
        <w:pStyle w:val="NoSpacing"/>
        <w:jc w:val="both"/>
        <w:rPr>
          <w:rFonts w:ascii="Times New Roman" w:hAnsi="Times New Roman"/>
          <w:sz w:val="28"/>
          <w:szCs w:val="28"/>
          <w:lang w:val="kk-KZ"/>
        </w:rPr>
      </w:pPr>
      <w:r w:rsidRPr="001E1C42">
        <w:rPr>
          <w:rFonts w:ascii="Times New Roman" w:hAnsi="Times New Roman"/>
          <w:sz w:val="28"/>
          <w:szCs w:val="28"/>
        </w:rPr>
        <w:t xml:space="preserve">Прием заявлений </w:t>
      </w:r>
      <w:r w:rsidRPr="001E1C42">
        <w:rPr>
          <w:rFonts w:ascii="Times New Roman" w:hAnsi="Times New Roman"/>
          <w:sz w:val="28"/>
          <w:szCs w:val="28"/>
          <w:lang w:val="kk-KZ"/>
        </w:rPr>
        <w:t xml:space="preserve">и выдача результатов </w:t>
      </w:r>
      <w:r w:rsidRPr="001E1C42">
        <w:rPr>
          <w:rFonts w:ascii="Times New Roman" w:hAnsi="Times New Roman"/>
          <w:sz w:val="28"/>
          <w:szCs w:val="28"/>
        </w:rPr>
        <w:t>оказания государственной услуги осуществляются  через</w:t>
      </w:r>
      <w:r w:rsidRPr="001E1C42">
        <w:rPr>
          <w:rFonts w:ascii="Times New Roman" w:hAnsi="Times New Roman"/>
          <w:sz w:val="28"/>
          <w:szCs w:val="28"/>
          <w:lang w:val="kk-KZ"/>
        </w:rPr>
        <w:t>:</w:t>
      </w:r>
    </w:p>
    <w:p w:rsidR="004367F8" w:rsidRPr="001E1C42" w:rsidRDefault="004367F8" w:rsidP="000A1DF9">
      <w:pPr>
        <w:pStyle w:val="NoSpacing"/>
        <w:jc w:val="both"/>
        <w:rPr>
          <w:rFonts w:ascii="Times New Roman" w:hAnsi="Times New Roman"/>
          <w:sz w:val="28"/>
          <w:szCs w:val="28"/>
          <w:lang w:val="kk-KZ"/>
        </w:rPr>
      </w:pPr>
      <w:r w:rsidRPr="001E1C42">
        <w:rPr>
          <w:rFonts w:ascii="Times New Roman" w:hAnsi="Times New Roman"/>
          <w:sz w:val="28"/>
          <w:szCs w:val="28"/>
          <w:lang w:val="kk-KZ"/>
        </w:rPr>
        <w:t>1)</w:t>
      </w:r>
      <w:r w:rsidRPr="001E1C42">
        <w:rPr>
          <w:rFonts w:ascii="Times New Roman" w:hAnsi="Times New Roman"/>
          <w:sz w:val="28"/>
          <w:szCs w:val="28"/>
        </w:rPr>
        <w:t xml:space="preserve"> услугодателя</w:t>
      </w:r>
      <w:r w:rsidRPr="001E1C42">
        <w:rPr>
          <w:rFonts w:ascii="Times New Roman" w:hAnsi="Times New Roman"/>
          <w:sz w:val="28"/>
          <w:szCs w:val="28"/>
          <w:lang w:val="kk-KZ"/>
        </w:rPr>
        <w:t>;</w:t>
      </w:r>
    </w:p>
    <w:p w:rsidR="004367F8" w:rsidRPr="001E1C42" w:rsidRDefault="004367F8" w:rsidP="000A1DF9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E1C42">
        <w:rPr>
          <w:rFonts w:ascii="Times New Roman" w:hAnsi="Times New Roman"/>
          <w:sz w:val="28"/>
          <w:szCs w:val="28"/>
          <w:lang w:val="kk-KZ"/>
        </w:rPr>
        <w:t>2) веб-</w:t>
      </w:r>
      <w:r w:rsidRPr="001E1C42">
        <w:rPr>
          <w:rFonts w:ascii="Times New Roman" w:hAnsi="Times New Roman"/>
          <w:sz w:val="28"/>
          <w:szCs w:val="28"/>
        </w:rPr>
        <w:t xml:space="preserve">портал «электронного правительства» www.egov.kz (далее – </w:t>
      </w:r>
      <w:r w:rsidRPr="001E1C42">
        <w:rPr>
          <w:rFonts w:ascii="Times New Roman" w:hAnsi="Times New Roman"/>
          <w:sz w:val="28"/>
          <w:szCs w:val="28"/>
          <w:lang w:val="kk-KZ"/>
        </w:rPr>
        <w:t>п</w:t>
      </w:r>
      <w:r w:rsidRPr="001E1C42">
        <w:rPr>
          <w:rFonts w:ascii="Times New Roman" w:hAnsi="Times New Roman"/>
          <w:sz w:val="28"/>
          <w:szCs w:val="28"/>
        </w:rPr>
        <w:t>ортал).</w:t>
      </w:r>
    </w:p>
    <w:p w:rsidR="004367F8" w:rsidRPr="001E1C42" w:rsidRDefault="004367F8" w:rsidP="000A1DF9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E1C42">
        <w:rPr>
          <w:rFonts w:ascii="Times New Roman" w:hAnsi="Times New Roman"/>
          <w:sz w:val="28"/>
          <w:szCs w:val="28"/>
        </w:rPr>
        <w:t xml:space="preserve">Форма оказания государственной услуги: электронная (частично автоматизированная) и (или) бумажная. </w:t>
      </w:r>
    </w:p>
    <w:p w:rsidR="004367F8" w:rsidRPr="001E1C42" w:rsidRDefault="004367F8" w:rsidP="000A1DF9">
      <w:pPr>
        <w:pStyle w:val="NoSpacing"/>
        <w:jc w:val="both"/>
        <w:rPr>
          <w:rFonts w:ascii="Times New Roman" w:hAnsi="Times New Roman"/>
          <w:strike/>
          <w:sz w:val="28"/>
          <w:szCs w:val="28"/>
        </w:rPr>
      </w:pPr>
      <w:r w:rsidRPr="001E1C42">
        <w:rPr>
          <w:rFonts w:ascii="Times New Roman" w:hAnsi="Times New Roman"/>
          <w:sz w:val="28"/>
          <w:szCs w:val="28"/>
        </w:rPr>
        <w:t xml:space="preserve">Результат оказания государственной услуги – </w:t>
      </w:r>
      <w:r w:rsidRPr="001E1C42">
        <w:rPr>
          <w:rFonts w:ascii="Times New Roman" w:hAnsi="Times New Roman"/>
          <w:bCs/>
          <w:sz w:val="28"/>
          <w:szCs w:val="28"/>
        </w:rPr>
        <w:t xml:space="preserve">свидетельство о постановке на учет отечественного теле-, радиоканала </w:t>
      </w:r>
      <w:r w:rsidRPr="001E1C42">
        <w:rPr>
          <w:rFonts w:ascii="Times New Roman" w:hAnsi="Times New Roman"/>
          <w:sz w:val="28"/>
          <w:szCs w:val="28"/>
        </w:rPr>
        <w:t xml:space="preserve">(далее – свидетельство), переучет </w:t>
      </w:r>
      <w:r w:rsidRPr="001E1C42">
        <w:rPr>
          <w:rFonts w:ascii="Times New Roman" w:hAnsi="Times New Roman"/>
          <w:bCs/>
          <w:sz w:val="28"/>
          <w:szCs w:val="28"/>
        </w:rPr>
        <w:t>отечественного теле-, радиоканала, выдача дубликата о постановке на учет отечественного теле-, радиоканала.</w:t>
      </w:r>
    </w:p>
    <w:p w:rsidR="004367F8" w:rsidRPr="001E1C42" w:rsidRDefault="004367F8" w:rsidP="000A1DF9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E1C42">
        <w:rPr>
          <w:rFonts w:ascii="Times New Roman" w:hAnsi="Times New Roman"/>
          <w:bCs/>
          <w:sz w:val="28"/>
          <w:szCs w:val="28"/>
        </w:rPr>
        <w:t>Форма предоставления результата оказания государственной услуги: электронная и (или) бумажная.</w:t>
      </w:r>
    </w:p>
    <w:p w:rsidR="004367F8" w:rsidRPr="001E1C42" w:rsidRDefault="004367F8" w:rsidP="000A1DF9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E1C42">
        <w:rPr>
          <w:rFonts w:ascii="Times New Roman" w:hAnsi="Times New Roman"/>
          <w:sz w:val="28"/>
          <w:szCs w:val="28"/>
        </w:rPr>
        <w:tab/>
        <w:t>Государственная  услуга оказывается на платной основе физическим и юридическим лицам (далее – услугополучатель).</w:t>
      </w:r>
    </w:p>
    <w:p w:rsidR="004367F8" w:rsidRPr="001E1C42" w:rsidRDefault="004367F8" w:rsidP="000A1DF9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E1C42">
        <w:rPr>
          <w:rFonts w:ascii="Times New Roman" w:hAnsi="Times New Roman"/>
          <w:sz w:val="28"/>
          <w:szCs w:val="28"/>
        </w:rPr>
        <w:tab/>
        <w:t>Переучет теле-, радиоканала осуществляется бесплатно.</w:t>
      </w:r>
    </w:p>
    <w:p w:rsidR="004367F8" w:rsidRPr="001E1C42" w:rsidRDefault="004367F8" w:rsidP="000A1DF9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E1C42">
        <w:rPr>
          <w:rFonts w:ascii="Times New Roman" w:hAnsi="Times New Roman"/>
          <w:sz w:val="28"/>
          <w:szCs w:val="28"/>
        </w:rPr>
        <w:tab/>
        <w:t>Для получения дубликата свидетельства услугополучатель обращается к услугодателю лишь при отсутствии возможности получения сведений о свидетельстве из соответствующих информационных систем на портале с предоставлением следующих документов:</w:t>
      </w:r>
    </w:p>
    <w:p w:rsidR="004367F8" w:rsidRPr="001E1C42" w:rsidRDefault="004367F8" w:rsidP="000A1DF9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E1C42">
        <w:rPr>
          <w:rFonts w:ascii="Times New Roman" w:hAnsi="Times New Roman"/>
          <w:sz w:val="28"/>
          <w:szCs w:val="28"/>
        </w:rPr>
        <w:tab/>
      </w:r>
      <w:r w:rsidRPr="001E1C42">
        <w:rPr>
          <w:rFonts w:ascii="Times New Roman" w:hAnsi="Times New Roman"/>
          <w:sz w:val="28"/>
          <w:szCs w:val="28"/>
          <w:lang w:val="kk-KZ"/>
        </w:rPr>
        <w:t xml:space="preserve">1) </w:t>
      </w:r>
      <w:r w:rsidRPr="001E1C42">
        <w:rPr>
          <w:rFonts w:ascii="Times New Roman" w:hAnsi="Times New Roman"/>
          <w:sz w:val="28"/>
          <w:szCs w:val="28"/>
        </w:rPr>
        <w:t>заявление согласно приложению 3 к настоящему стандарту государственной услуги;</w:t>
      </w:r>
    </w:p>
    <w:p w:rsidR="004367F8" w:rsidRPr="000601FB" w:rsidRDefault="004367F8" w:rsidP="000601FB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r w:rsidRPr="001E1C42">
        <w:rPr>
          <w:rFonts w:ascii="Times New Roman" w:hAnsi="Times New Roman"/>
          <w:sz w:val="28"/>
          <w:szCs w:val="28"/>
        </w:rPr>
        <w:tab/>
      </w:r>
      <w:r w:rsidRPr="001E1C42"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1E1C42">
        <w:rPr>
          <w:rFonts w:ascii="Times New Roman" w:hAnsi="Times New Roman"/>
          <w:sz w:val="28"/>
          <w:szCs w:val="28"/>
        </w:rPr>
        <w:t>документ, подтверждающий уплату в бюджет сбора.</w:t>
      </w:r>
    </w:p>
    <w:p w:rsidR="004367F8" w:rsidRPr="001E1C42" w:rsidRDefault="004367F8" w:rsidP="000A1DF9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E1C42">
        <w:rPr>
          <w:rFonts w:ascii="Times New Roman" w:hAnsi="Times New Roman"/>
          <w:sz w:val="28"/>
          <w:szCs w:val="28"/>
        </w:rPr>
        <w:t xml:space="preserve">Адрес оказания государственной услуги размещен на </w:t>
      </w:r>
      <w:r w:rsidRPr="001E1C42">
        <w:rPr>
          <w:rFonts w:ascii="Times New Roman" w:hAnsi="Times New Roman"/>
          <w:sz w:val="28"/>
          <w:szCs w:val="28"/>
          <w:lang w:val="kk-KZ"/>
        </w:rPr>
        <w:t xml:space="preserve">                   </w:t>
      </w:r>
      <w:r w:rsidRPr="001E1C42">
        <w:rPr>
          <w:rFonts w:ascii="Times New Roman" w:hAnsi="Times New Roman"/>
          <w:sz w:val="28"/>
          <w:szCs w:val="28"/>
        </w:rPr>
        <w:t>интернет-ресурсе Министерства</w:t>
      </w:r>
      <w:r w:rsidRPr="001E1C42">
        <w:rPr>
          <w:rFonts w:ascii="Times New Roman" w:hAnsi="Times New Roman"/>
          <w:sz w:val="28"/>
          <w:szCs w:val="28"/>
          <w:lang w:val="kk-KZ"/>
        </w:rPr>
        <w:t>:</w:t>
      </w:r>
      <w:r w:rsidRPr="001E1C42"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Pr="001E1C42">
          <w:rPr>
            <w:rStyle w:val="Hyperlink"/>
            <w:rFonts w:ascii="Times New Roman" w:hAnsi="Times New Roman"/>
            <w:sz w:val="28"/>
            <w:szCs w:val="28"/>
            <w:lang w:val="en-US"/>
          </w:rPr>
          <w:t>www</w:t>
        </w:r>
        <w:r w:rsidRPr="001E1C42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1E1C42">
          <w:rPr>
            <w:rStyle w:val="Hyperlink"/>
            <w:rFonts w:ascii="Times New Roman" w:hAnsi="Times New Roman"/>
            <w:sz w:val="28"/>
            <w:szCs w:val="28"/>
            <w:lang w:val="en-US"/>
          </w:rPr>
          <w:t>mki</w:t>
        </w:r>
        <w:r w:rsidRPr="001E1C42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1E1C42">
          <w:rPr>
            <w:rStyle w:val="Hyperlink"/>
            <w:rFonts w:ascii="Times New Roman" w:hAnsi="Times New Roman"/>
            <w:sz w:val="28"/>
            <w:szCs w:val="28"/>
            <w:lang w:val="en-US"/>
          </w:rPr>
          <w:t>gov</w:t>
        </w:r>
        <w:r w:rsidRPr="001E1C42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1E1C42">
          <w:rPr>
            <w:rStyle w:val="Hyperlink"/>
            <w:rFonts w:ascii="Times New Roman" w:hAnsi="Times New Roman"/>
            <w:sz w:val="28"/>
            <w:szCs w:val="28"/>
            <w:lang w:val="en-US"/>
          </w:rPr>
          <w:t>kz</w:t>
        </w:r>
      </w:hyperlink>
      <w:r w:rsidRPr="001E1C42">
        <w:rPr>
          <w:rFonts w:ascii="Times New Roman" w:hAnsi="Times New Roman"/>
          <w:sz w:val="28"/>
          <w:szCs w:val="28"/>
        </w:rPr>
        <w:t>, в разделе «Государственные услуги».</w:t>
      </w:r>
    </w:p>
    <w:p w:rsidR="004367F8" w:rsidRPr="001E1C42" w:rsidRDefault="004367F8" w:rsidP="000A1DF9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E1C42">
        <w:rPr>
          <w:rFonts w:ascii="Times New Roman" w:hAnsi="Times New Roman"/>
          <w:sz w:val="28"/>
          <w:szCs w:val="28"/>
        </w:rPr>
        <w:t>Документы для получения государственной услуги могут быть поданы представителем по доверенности.</w:t>
      </w:r>
    </w:p>
    <w:p w:rsidR="004367F8" w:rsidRPr="001E1C42" w:rsidRDefault="004367F8" w:rsidP="000A1DF9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E1C42">
        <w:rPr>
          <w:rFonts w:ascii="Times New Roman" w:hAnsi="Times New Roman"/>
          <w:sz w:val="28"/>
          <w:szCs w:val="28"/>
        </w:rPr>
        <w:t>Услугополучатель имеет возможность получения государственной услуги в электронной форме через портал при условии наличия ЭЦП.</w:t>
      </w:r>
    </w:p>
    <w:p w:rsidR="004367F8" w:rsidRPr="001E1C42" w:rsidRDefault="004367F8" w:rsidP="000A1DF9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E1C42">
        <w:rPr>
          <w:rFonts w:ascii="Times New Roman" w:hAnsi="Times New Roman"/>
          <w:sz w:val="28"/>
          <w:szCs w:val="28"/>
        </w:rPr>
        <w:t xml:space="preserve">Контактные телефоны справочных служб по вопросам оказания государственной услуги указаны на интернет-ресурсе </w:t>
      </w:r>
      <w:hyperlink r:id="rId6" w:history="1">
        <w:r w:rsidRPr="001E1C42">
          <w:rPr>
            <w:rFonts w:ascii="Times New Roman" w:hAnsi="Times New Roman"/>
            <w:sz w:val="28"/>
            <w:szCs w:val="28"/>
          </w:rPr>
          <w:t>www.mki.gov.kz</w:t>
        </w:r>
      </w:hyperlink>
      <w:r w:rsidRPr="001E1C42">
        <w:rPr>
          <w:rFonts w:ascii="Times New Roman" w:hAnsi="Times New Roman"/>
          <w:sz w:val="28"/>
          <w:szCs w:val="28"/>
        </w:rPr>
        <w:t>, в разделе «Государственные услуги», единый контакт</w:t>
      </w:r>
      <w:r w:rsidRPr="001E1C42">
        <w:rPr>
          <w:rFonts w:ascii="Times New Roman" w:hAnsi="Times New Roman"/>
          <w:sz w:val="28"/>
          <w:szCs w:val="28"/>
          <w:lang w:val="kk-KZ"/>
        </w:rPr>
        <w:t>-</w:t>
      </w:r>
      <w:r w:rsidRPr="001E1C42">
        <w:rPr>
          <w:rFonts w:ascii="Times New Roman" w:hAnsi="Times New Roman"/>
          <w:sz w:val="28"/>
          <w:szCs w:val="28"/>
        </w:rPr>
        <w:t>центр по вопросам оказания государственных услуг: 1414.</w:t>
      </w:r>
    </w:p>
    <w:sectPr w:rsidR="004367F8" w:rsidRPr="001E1C42" w:rsidSect="00E55670">
      <w:pgSz w:w="11906" w:h="16838"/>
      <w:pgMar w:top="1134" w:right="1133" w:bottom="127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474B9"/>
    <w:multiLevelType w:val="hybridMultilevel"/>
    <w:tmpl w:val="70C4A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2002F57"/>
    <w:multiLevelType w:val="hybridMultilevel"/>
    <w:tmpl w:val="9D986614"/>
    <w:lvl w:ilvl="0" w:tplc="6302B37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76504C" w:tentative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2CDD90" w:tentative="1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1A3724" w:tentative="1">
      <w:start w:val="1"/>
      <w:numFmt w:val="bullet"/>
      <w:lvlText w:val="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EC3930" w:tentative="1">
      <w:start w:val="1"/>
      <w:numFmt w:val="bullet"/>
      <w:lvlText w:val="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2AC544" w:tentative="1">
      <w:start w:val="1"/>
      <w:numFmt w:val="bullet"/>
      <w:lvlText w:val="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049760" w:tentative="1">
      <w:start w:val="1"/>
      <w:numFmt w:val="bullet"/>
      <w:lvlText w:val="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CAA93C" w:tentative="1">
      <w:start w:val="1"/>
      <w:numFmt w:val="bullet"/>
      <w:lvlText w:val="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1545F48" w:tentative="1">
      <w:start w:val="1"/>
      <w:numFmt w:val="bullet"/>
      <w:lvlText w:val="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7DDE7759"/>
    <w:multiLevelType w:val="hybridMultilevel"/>
    <w:tmpl w:val="C61235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F9B"/>
    <w:rsid w:val="00023D15"/>
    <w:rsid w:val="00057084"/>
    <w:rsid w:val="000601FB"/>
    <w:rsid w:val="00062023"/>
    <w:rsid w:val="00066EC1"/>
    <w:rsid w:val="000A1DF9"/>
    <w:rsid w:val="000A3937"/>
    <w:rsid w:val="000D0B92"/>
    <w:rsid w:val="0011533D"/>
    <w:rsid w:val="001256AD"/>
    <w:rsid w:val="001307C2"/>
    <w:rsid w:val="00131E43"/>
    <w:rsid w:val="00151D2C"/>
    <w:rsid w:val="00167F3A"/>
    <w:rsid w:val="00185C52"/>
    <w:rsid w:val="001E1C42"/>
    <w:rsid w:val="0021017D"/>
    <w:rsid w:val="00221593"/>
    <w:rsid w:val="00230D4E"/>
    <w:rsid w:val="00241F0D"/>
    <w:rsid w:val="00245A51"/>
    <w:rsid w:val="002C4ADD"/>
    <w:rsid w:val="002E747E"/>
    <w:rsid w:val="002F0CF6"/>
    <w:rsid w:val="00320238"/>
    <w:rsid w:val="00345669"/>
    <w:rsid w:val="0035797E"/>
    <w:rsid w:val="0037102B"/>
    <w:rsid w:val="00371EB6"/>
    <w:rsid w:val="003C682A"/>
    <w:rsid w:val="003E4E92"/>
    <w:rsid w:val="004367F8"/>
    <w:rsid w:val="004649CF"/>
    <w:rsid w:val="00466E2B"/>
    <w:rsid w:val="004713F6"/>
    <w:rsid w:val="004C6D65"/>
    <w:rsid w:val="004D0401"/>
    <w:rsid w:val="005172A6"/>
    <w:rsid w:val="005A01FA"/>
    <w:rsid w:val="005A6ABA"/>
    <w:rsid w:val="005C3C87"/>
    <w:rsid w:val="00604940"/>
    <w:rsid w:val="00614BF2"/>
    <w:rsid w:val="00665F16"/>
    <w:rsid w:val="00673B0C"/>
    <w:rsid w:val="006C6A10"/>
    <w:rsid w:val="007112C4"/>
    <w:rsid w:val="00741B3C"/>
    <w:rsid w:val="007740C5"/>
    <w:rsid w:val="00775976"/>
    <w:rsid w:val="007C4495"/>
    <w:rsid w:val="008239EB"/>
    <w:rsid w:val="00854738"/>
    <w:rsid w:val="008839F0"/>
    <w:rsid w:val="0089168A"/>
    <w:rsid w:val="00896590"/>
    <w:rsid w:val="009056F6"/>
    <w:rsid w:val="00997A7D"/>
    <w:rsid w:val="009B3169"/>
    <w:rsid w:val="009C295E"/>
    <w:rsid w:val="009F189E"/>
    <w:rsid w:val="00A3176B"/>
    <w:rsid w:val="00A35741"/>
    <w:rsid w:val="00A8182B"/>
    <w:rsid w:val="00A83C11"/>
    <w:rsid w:val="00A8626C"/>
    <w:rsid w:val="00AC7FB0"/>
    <w:rsid w:val="00AD46F6"/>
    <w:rsid w:val="00B86D16"/>
    <w:rsid w:val="00BB769C"/>
    <w:rsid w:val="00BC6D5A"/>
    <w:rsid w:val="00C156F7"/>
    <w:rsid w:val="00C8060C"/>
    <w:rsid w:val="00C92AF2"/>
    <w:rsid w:val="00C9404A"/>
    <w:rsid w:val="00CB0942"/>
    <w:rsid w:val="00CF66BD"/>
    <w:rsid w:val="00D032A3"/>
    <w:rsid w:val="00D520B9"/>
    <w:rsid w:val="00D52C46"/>
    <w:rsid w:val="00DF7D50"/>
    <w:rsid w:val="00E46DA2"/>
    <w:rsid w:val="00E55670"/>
    <w:rsid w:val="00EF48CA"/>
    <w:rsid w:val="00F13F9B"/>
    <w:rsid w:val="00F15913"/>
    <w:rsid w:val="00F47D67"/>
    <w:rsid w:val="00F526E7"/>
    <w:rsid w:val="00F86AA3"/>
    <w:rsid w:val="00FC5671"/>
    <w:rsid w:val="00FF5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6AD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locked/>
    <w:rsid w:val="00245A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45A51"/>
    <w:rPr>
      <w:rFonts w:ascii="Times New Roman" w:hAnsi="Times New Roman" w:cs="Times New Roman"/>
      <w:b/>
      <w:bCs/>
      <w:sz w:val="27"/>
      <w:szCs w:val="27"/>
    </w:rPr>
  </w:style>
  <w:style w:type="paragraph" w:customStyle="1" w:styleId="tex">
    <w:name w:val="tex"/>
    <w:basedOn w:val="Normal"/>
    <w:uiPriority w:val="99"/>
    <w:rsid w:val="00023D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9B31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9B3169"/>
    <w:rPr>
      <w:lang w:eastAsia="en-US"/>
    </w:rPr>
  </w:style>
  <w:style w:type="table" w:styleId="TableGrid">
    <w:name w:val="Table Grid"/>
    <w:basedOn w:val="TableNormal"/>
    <w:uiPriority w:val="99"/>
    <w:rsid w:val="009B316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54738"/>
    <w:rPr>
      <w:rFonts w:cs="Times New Roman"/>
      <w:color w:val="0000FF"/>
      <w:u w:val="single"/>
    </w:rPr>
  </w:style>
  <w:style w:type="character" w:customStyle="1" w:styleId="s0">
    <w:name w:val="s0"/>
    <w:basedOn w:val="DefaultParagraphFont"/>
    <w:uiPriority w:val="99"/>
    <w:rsid w:val="000D0B92"/>
    <w:rPr>
      <w:rFonts w:ascii="Times New Roman" w:hAnsi="Times New Roman" w:cs="Times New Roman"/>
      <w:color w:val="000000"/>
    </w:rPr>
  </w:style>
  <w:style w:type="paragraph" w:customStyle="1" w:styleId="21">
    <w:name w:val="Средняя сетка 21"/>
    <w:uiPriority w:val="99"/>
    <w:rsid w:val="00CB0942"/>
    <w:rPr>
      <w:rFonts w:eastAsia="Times New Roman" w:cs="Calibri"/>
      <w:lang w:eastAsia="en-US"/>
    </w:rPr>
  </w:style>
  <w:style w:type="paragraph" w:customStyle="1" w:styleId="a">
    <w:name w:val="Текст надписи"/>
    <w:basedOn w:val="FootnoteText"/>
    <w:uiPriority w:val="99"/>
    <w:rsid w:val="00CB0942"/>
    <w:rPr>
      <w:rFonts w:eastAsia="Times New Roman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CB09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B0942"/>
    <w:rPr>
      <w:rFonts w:cs="Times New Roman"/>
      <w:sz w:val="20"/>
      <w:szCs w:val="20"/>
    </w:rPr>
  </w:style>
  <w:style w:type="character" w:customStyle="1" w:styleId="s03">
    <w:name w:val="s03"/>
    <w:uiPriority w:val="99"/>
    <w:rsid w:val="007740C5"/>
    <w:rPr>
      <w:rFonts w:ascii="Times New Roman" w:hAnsi="Times New Roman"/>
      <w:color w:val="000000"/>
    </w:rPr>
  </w:style>
  <w:style w:type="paragraph" w:customStyle="1" w:styleId="1">
    <w:name w:val="Абзац списка1"/>
    <w:basedOn w:val="Normal"/>
    <w:uiPriority w:val="99"/>
    <w:rsid w:val="00066EC1"/>
    <w:pPr>
      <w:ind w:left="720"/>
    </w:pPr>
    <w:rPr>
      <w:rFonts w:cs="Calibri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245A51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0A1DF9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0A1DF9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F47D67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691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1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ki.gov.kz" TargetMode="External"/><Relationship Id="rId5" Type="http://schemas.openxmlformats.org/officeDocument/2006/relationships/hyperlink" Target="http://www.mki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402</TotalTime>
  <Pages>1</Pages>
  <Words>348</Words>
  <Characters>1990</Characters>
  <Application>Microsoft Office Outlook</Application>
  <DocSecurity>0</DocSecurity>
  <Lines>0</Lines>
  <Paragraphs>0</Paragraphs>
  <ScaleCrop>false</ScaleCrop>
  <Company>con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Администратор</cp:lastModifiedBy>
  <cp:revision>36</cp:revision>
  <cp:lastPrinted>2015-03-03T04:04:00Z</cp:lastPrinted>
  <dcterms:created xsi:type="dcterms:W3CDTF">2015-02-05T09:27:00Z</dcterms:created>
  <dcterms:modified xsi:type="dcterms:W3CDTF">2015-03-31T08:41:00Z</dcterms:modified>
</cp:coreProperties>
</file>