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99" w:rsidRDefault="00161199" w:rsidP="0051224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Стандарт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государственной услуги «Назначение жилищной помощи»</w:t>
      </w:r>
    </w:p>
    <w:p w:rsidR="00161199" w:rsidRDefault="00161199" w:rsidP="0051224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</w:p>
    <w:p w:rsidR="00161199" w:rsidRPr="00CF298F" w:rsidRDefault="00161199" w:rsidP="0051224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Государственная услуга оказывается Управлениями координации занятости и социальных программ городов Астаны и Алматы, отделами занятости и социальных программ районов, городов областного значения.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Прием заявлений и выдача результатов оказания государственной услуги осуществляются через:Республиканское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Казахстан.</w:t>
      </w:r>
    </w:p>
    <w:p w:rsidR="00161199" w:rsidRDefault="00161199" w:rsidP="0051224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Срок оказания государственной услуги: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3) максимальное допустимое время обслуживания - 15 (пятнадцать) минут.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Форма оказания государственной услуги: электронная (частично автоматизированная) и (или) бумажная.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Результат оказания государственной услуги - уведомление о назначении жилищной помощи.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>Форма предоставления результата оказания государственной услуги: электронная.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Государственная услуга оказывается бесплатно физическим лицам: малообеспеченным семьям (гражданам), постоянно проживающим в данной местности, имеющим право на получение жилищной помощи.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>    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Перечень документов, необходимых для оказания государственной услуги при обращении услугополучателя (либо его представителя по доверенности): заявление по форме согласно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приложению 1 к настоящему стандарту государственной услуги; документ, удостоверяющий личность услугополучателя (оригинал представляется для идентификации личности услугополучателя); документы, подтверждающие доходы семьи, указанные в пунктах 1, 5, 6, 7, подпункте 2) пункта 8 и пункте 10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приложения 2 к настоящему стандарту государственной услуги. Порядок исчисления совокупного дохода семьи (гражданина Республики Казахстан), претендующей на получение жилищной помощи, определяется уполномоченным органом в сфере жилищных отношений; счета о размерах ежемесячных взносов на содержание жилого дома (жилого здания); счета на потребление коммунальных услуг; квитанцию-счет за услуги телекоммуникаций или копия договора на оказание услуг связи; счет о размере арендной платы за пользование жилищем, арендованным местным исполнительным органом в частном жилищном фонде, предъявленный местным исполнительным органом.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услугополучателем неполного пакета документов, работником ЦОНа выдается расписка об отказе в приеме документов по форме, согласно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приложению 4 к настоящему стандарту государственной услуги.</w:t>
      </w:r>
    </w:p>
    <w:p w:rsidR="00161199" w:rsidRDefault="00161199" w:rsidP="0051224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Услугополучателям, у которых в связи с состоянием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Услугополучатель имеет возможность получения государственной услуги е электронной форме через портал при условии наличия ЭЦП.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161199" w:rsidRDefault="00161199" w:rsidP="00512243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</w:p>
    <w:p w:rsidR="00161199" w:rsidRDefault="00161199" w:rsidP="0051224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1199" w:rsidRDefault="00161199" w:rsidP="0051224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1199" w:rsidRDefault="00161199" w:rsidP="0051224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61199" w:rsidSect="00F8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243"/>
    <w:rsid w:val="000A04AC"/>
    <w:rsid w:val="00161199"/>
    <w:rsid w:val="00162134"/>
    <w:rsid w:val="00177BB9"/>
    <w:rsid w:val="00512243"/>
    <w:rsid w:val="00730BB0"/>
    <w:rsid w:val="007A3653"/>
    <w:rsid w:val="00863FB5"/>
    <w:rsid w:val="008E10A5"/>
    <w:rsid w:val="00CF298F"/>
    <w:rsid w:val="00D33806"/>
    <w:rsid w:val="00E558F3"/>
    <w:rsid w:val="00F8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9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12243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7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439</Words>
  <Characters>2503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NUsenko</cp:lastModifiedBy>
  <cp:revision>7</cp:revision>
  <dcterms:created xsi:type="dcterms:W3CDTF">2014-10-31T03:06:00Z</dcterms:created>
  <dcterms:modified xsi:type="dcterms:W3CDTF">2014-11-03T08:21:00Z</dcterms:modified>
</cp:coreProperties>
</file>