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DD5" w:rsidRDefault="00F23DD5" w:rsidP="00994C51">
      <w:pPr>
        <w:spacing w:after="0" w:line="240" w:lineRule="auto"/>
        <w:jc w:val="both"/>
        <w:rPr>
          <w:rFonts w:ascii="Times New Roman" w:hAnsi="Times New Roman"/>
          <w:sz w:val="24"/>
          <w:lang w:val="kk-KZ"/>
        </w:rPr>
      </w:pPr>
      <w:bookmarkStart w:id="0" w:name="_GoBack"/>
      <w:bookmarkEnd w:id="0"/>
    </w:p>
    <w:p w:rsidR="00F23DD5" w:rsidRDefault="00F23DD5">
      <w:pPr>
        <w:spacing w:after="0" w:line="240" w:lineRule="auto"/>
        <w:ind w:firstLine="708"/>
        <w:jc w:val="both"/>
        <w:rPr>
          <w:rFonts w:ascii="Times New Roman" w:hAnsi="Times New Roman"/>
          <w:sz w:val="24"/>
          <w:lang w:val="kk-KZ"/>
        </w:rPr>
      </w:pPr>
    </w:p>
    <w:p w:rsidR="00F23DD5" w:rsidRDefault="005E351D">
      <w:pPr>
        <w:spacing w:after="0" w:line="240" w:lineRule="auto"/>
        <w:ind w:firstLine="708"/>
        <w:jc w:val="both"/>
        <w:rPr>
          <w:rFonts w:ascii="Times New Roman" w:hAnsi="Times New Roman"/>
          <w:sz w:val="24"/>
          <w:lang w:val="kk-KZ"/>
        </w:rPr>
      </w:pPr>
      <w:r>
        <w:rPr>
          <w:noProof/>
          <w:lang w:eastAsia="ru-RU"/>
        </w:rPr>
        <w:drawing>
          <wp:inline distT="0" distB="0" distL="0" distR="0">
            <wp:extent cx="1579245" cy="196977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79245" cy="1969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23DD5" w:rsidRDefault="00F23DD5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</w:p>
    <w:p w:rsidR="00F23DD5" w:rsidRDefault="005E351D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данном материале излагаются требования к личной фотографии на паспорт и документ удостоверяющий личность, касающиеся основных параметров фотографии и других общих </w:t>
      </w:r>
    </w:p>
    <w:p w:rsidR="00F23DD5" w:rsidRDefault="005E351D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характеристик.</w:t>
      </w:r>
    </w:p>
    <w:p w:rsidR="00F23DD5" w:rsidRDefault="005E351D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Для обеспечения надлежащего качества печати </w:t>
      </w:r>
      <w:proofErr w:type="spellStart"/>
      <w:r>
        <w:rPr>
          <w:rFonts w:ascii="Times New Roman" w:hAnsi="Times New Roman"/>
          <w:sz w:val="24"/>
        </w:rPr>
        <w:t>документов</w:t>
      </w:r>
      <w:proofErr w:type="gramStart"/>
      <w:r>
        <w:rPr>
          <w:rFonts w:ascii="Times New Roman" w:hAnsi="Times New Roman"/>
          <w:sz w:val="24"/>
        </w:rPr>
        <w:t>,у</w:t>
      </w:r>
      <w:proofErr w:type="gramEnd"/>
      <w:r>
        <w:rPr>
          <w:rFonts w:ascii="Times New Roman" w:hAnsi="Times New Roman"/>
          <w:sz w:val="24"/>
        </w:rPr>
        <w:t>достоверяющих</w:t>
      </w:r>
      <w:proofErr w:type="spellEnd"/>
      <w:r>
        <w:rPr>
          <w:rFonts w:ascii="Times New Roman" w:hAnsi="Times New Roman"/>
          <w:sz w:val="24"/>
        </w:rPr>
        <w:t xml:space="preserve"> личность и идентификации по биометрическим данным фотоизображения документируемого лица, фотографии, предоставляемые для документирования должны соответствовать требованиям, описанным ниже.</w:t>
      </w:r>
    </w:p>
    <w:p w:rsidR="00F23DD5" w:rsidRDefault="005E351D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Приведенные в документе образцы фотографий демонстрируют требуемые параметры качества фотоизображения и служат для определения пригодности предоставляемых фотографий для печати электронных документов, удостоверяющих личность.</w:t>
      </w:r>
    </w:p>
    <w:p w:rsidR="00F23DD5" w:rsidRDefault="005E351D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Принципиально важно, чтобы документируемые лица фотографировались без каких-либо головных уборов, исключение составляют случаи, когда фотографирование документируемого лица невозможно без покрытия головы, например, по религиозным или медицинским причинам. При этом должны соблюдаться требования, предъявляемые к фотографии в настоящем документе.</w:t>
      </w:r>
    </w:p>
    <w:p w:rsidR="00F23DD5" w:rsidRDefault="005E351D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Кроме того, не допускаются фотографии документируемого лица в униформе.</w:t>
      </w:r>
    </w:p>
    <w:p w:rsidR="00F23DD5" w:rsidRDefault="005E351D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Размер фотографии: высота 45 мм, ширина 35мм. На фото должны быть отчетливо изображены черты лица от нижней точки подбородка и до макушки головы, а также от крайней левой линии лица до крайней правой. Высота лица должна занимать 70-80 % фотографии, что составляет 32-36 мм от нижней точки подбородка до макушки.</w:t>
      </w:r>
    </w:p>
    <w:p w:rsidR="00F23DD5" w:rsidRDefault="005E351D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случае, если фотографируемое лицо имеет густые волосы, высота от нижней точки подбородка до наивысшей точки головы должна соответствовать приведенным выше требованиям. В тех случаях, когда трудно определить верхнюю точку головы допускается высота не менее 27 мм и не более 40мм. При достаточно большом объеме волос, голова (включая прическу) должна полностью отображаться на фотографии, при этом размер лица не должен быть меньше установленных в настоящих требованиях параметров. Лицо фотографируемого должно располагаться строго в центре фотографии по вертикали.</w:t>
      </w:r>
    </w:p>
    <w:p w:rsidR="00F23DD5" w:rsidRDefault="005E351D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отношении детей, не достигших 11-летнего возраста, допускается фотография, на которой размер головы, меньше предусмотренного инструкцией (но не менее 25мм), если по-иному невозможно избежать затемнения или другого искажения фотографии.</w:t>
      </w:r>
    </w:p>
    <w:p w:rsidR="00F23DD5" w:rsidRDefault="005E351D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4857115" cy="250571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57115" cy="2505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23DD5" w:rsidRDefault="005E351D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Качество фотографии:</w:t>
      </w:r>
    </w:p>
    <w:p w:rsidR="00F23DD5" w:rsidRDefault="00F23DD5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F23DD5" w:rsidRDefault="005E351D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⁎фотография должна быть сделана не позднее, чем за 6 месяцев до подачи документов;</w:t>
      </w:r>
    </w:p>
    <w:p w:rsidR="00F23DD5" w:rsidRDefault="005E351D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⁎размер фотографии 35х40 мм</w:t>
      </w:r>
      <w:proofErr w:type="gramStart"/>
      <w:r>
        <w:rPr>
          <w:rFonts w:ascii="Times New Roman" w:hAnsi="Times New Roman"/>
          <w:sz w:val="24"/>
        </w:rPr>
        <w:t>.;</w:t>
      </w:r>
      <w:proofErr w:type="gramEnd"/>
    </w:p>
    <w:p w:rsidR="00F23DD5" w:rsidRDefault="005E351D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⁎размер лица составляет 70-80 % фотографии;</w:t>
      </w:r>
    </w:p>
    <w:p w:rsidR="00F23DD5" w:rsidRDefault="005E351D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⁎лицо и верхняя часть плеч должны полностью умещаться на снимке;</w:t>
      </w:r>
    </w:p>
    <w:p w:rsidR="00F23DD5" w:rsidRDefault="005E351D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⁎изображение должно быть резким и контрастным;</w:t>
      </w:r>
    </w:p>
    <w:p w:rsidR="00F23DD5" w:rsidRDefault="005E351D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⁎фотография должна быть высокого качества, без чернильных помарок;</w:t>
      </w:r>
    </w:p>
    <w:p w:rsidR="00F23DD5" w:rsidRDefault="005E351D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⁎фотографируемый должен смотреть прямо в камеру;</w:t>
      </w:r>
    </w:p>
    <w:p w:rsidR="00F23DD5" w:rsidRDefault="00F23DD5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F23DD5" w:rsidRDefault="005E351D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⁎оттенок кожи должен быть натуральным;</w:t>
      </w:r>
    </w:p>
    <w:p w:rsidR="00F23DD5" w:rsidRDefault="005E351D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⁎яркость/контраст должны быть умеренными;</w:t>
      </w:r>
    </w:p>
    <w:p w:rsidR="00F23DD5" w:rsidRDefault="005E351D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⁎фотография должны быть распечатана на высококачественной бумаге с высоким разрешением;</w:t>
      </w:r>
    </w:p>
    <w:p w:rsidR="00F23DD5" w:rsidRDefault="005E351D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⁎при съемке цифровой камерой цветовой охват должен быть высоким;</w:t>
      </w:r>
    </w:p>
    <w:p w:rsidR="00F23DD5" w:rsidRDefault="005E351D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⁎для печати использована качественная фотобумага;</w:t>
      </w:r>
    </w:p>
    <w:p w:rsidR="00F23DD5" w:rsidRDefault="005E351D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⁎ретушь фотографий графическими редакторами не допускается.</w:t>
      </w:r>
    </w:p>
    <w:p w:rsidR="00F23DD5" w:rsidRDefault="00F23DD5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F23DD5" w:rsidRDefault="005E351D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Стиль и свет:</w:t>
      </w:r>
    </w:p>
    <w:p w:rsidR="00F23DD5" w:rsidRDefault="00F23DD5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F23DD5" w:rsidRDefault="005E351D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⁎цвет на фотографии - нейтральный;</w:t>
      </w:r>
    </w:p>
    <w:p w:rsidR="00F23DD5" w:rsidRDefault="005E351D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⁎глаза должны быть открыты и видны, их не должны закрывать волосы;</w:t>
      </w:r>
    </w:p>
    <w:p w:rsidR="00F23DD5" w:rsidRDefault="005E351D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⁎лицо - строго анфас, не допускается взгляд через плечо (портретный стиль) или с наклоном головы;</w:t>
      </w:r>
    </w:p>
    <w:p w:rsidR="00F23DD5" w:rsidRDefault="005E351D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⁎должны быть отчетливо видны контуры лица, выражение лица нейтральное;</w:t>
      </w:r>
    </w:p>
    <w:p w:rsidR="00F23DD5" w:rsidRDefault="005E351D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⁎фон однородный, светлый;</w:t>
      </w:r>
    </w:p>
    <w:p w:rsidR="00F23DD5" w:rsidRDefault="005E351D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⁎свет при съемке равномерный, без теней на лице, не допускается эффект "красных глаз".</w:t>
      </w:r>
    </w:p>
    <w:p w:rsidR="00F23DD5" w:rsidRDefault="00F23DD5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F23DD5" w:rsidRDefault="005E351D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Очки и головные уборы:</w:t>
      </w:r>
    </w:p>
    <w:p w:rsidR="00F23DD5" w:rsidRDefault="00F23DD5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F23DD5" w:rsidRDefault="005E351D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⁎при съемке в очках глаза должны быть четко видны, без бликов;</w:t>
      </w:r>
    </w:p>
    <w:p w:rsidR="00F23DD5" w:rsidRDefault="005E351D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⁎съемка в очках с тонированными стеклами запрещена;</w:t>
      </w:r>
    </w:p>
    <w:p w:rsidR="00F23DD5" w:rsidRDefault="005E351D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⁎при возможности следует заменить тяжелую массивную оправу на более легкую;</w:t>
      </w:r>
    </w:p>
    <w:p w:rsidR="00F23DD5" w:rsidRDefault="005E351D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⁎очки не должны закрывать глаза;</w:t>
      </w:r>
    </w:p>
    <w:p w:rsidR="00F23DD5" w:rsidRDefault="005E351D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⁎при съемке надевать головные уборы не разрешается, за исключением тех случаем, когда это вызвано религиозными соображениями, но даже в этом случае лицо ото лба до подбородка должны быть открыто, контуры лица должны быть отчетливо видны;</w:t>
      </w:r>
    </w:p>
    <w:p w:rsidR="00F23DD5" w:rsidRDefault="005E351D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⁎фотографируемый должен быть на снимке один (без спинки стула, игрушек, других людей на фоне).</w:t>
      </w:r>
    </w:p>
    <w:p w:rsidR="00F23DD5" w:rsidRDefault="00F23DD5">
      <w:pPr>
        <w:spacing w:after="0" w:line="240" w:lineRule="auto"/>
        <w:jc w:val="center"/>
        <w:rPr>
          <w:b/>
          <w:color w:val="000000"/>
          <w:sz w:val="36"/>
          <w:shd w:val="clear" w:color="auto" w:fill="FFFFFF"/>
        </w:rPr>
      </w:pPr>
    </w:p>
    <w:p w:rsidR="00F23DD5" w:rsidRDefault="00F23DD5">
      <w:pPr>
        <w:spacing w:after="0" w:line="240" w:lineRule="auto"/>
        <w:jc w:val="center"/>
        <w:rPr>
          <w:b/>
          <w:color w:val="000000"/>
          <w:sz w:val="36"/>
          <w:shd w:val="clear" w:color="auto" w:fill="FFFFFF"/>
        </w:rPr>
      </w:pPr>
    </w:p>
    <w:p w:rsidR="00F23DD5" w:rsidRDefault="00F23DD5">
      <w:pPr>
        <w:spacing w:after="0" w:line="240" w:lineRule="auto"/>
        <w:jc w:val="center"/>
        <w:rPr>
          <w:b/>
          <w:color w:val="000000"/>
          <w:sz w:val="36"/>
          <w:shd w:val="clear" w:color="auto" w:fill="FFFFFF"/>
        </w:rPr>
      </w:pPr>
    </w:p>
    <w:p w:rsidR="00F23DD5" w:rsidRDefault="005E351D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b/>
          <w:color w:val="000000"/>
          <w:sz w:val="36"/>
          <w:shd w:val="clear" w:color="auto" w:fill="FFFFFF"/>
        </w:rPr>
        <w:t>ТИПИЧНЫЕ</w:t>
      </w:r>
      <w:r>
        <w:rPr>
          <w:rFonts w:ascii="Helvetica" w:hAnsi="Helvetica"/>
          <w:b/>
          <w:color w:val="000000"/>
          <w:sz w:val="36"/>
          <w:shd w:val="clear" w:color="auto" w:fill="FFFFFF"/>
        </w:rPr>
        <w:t xml:space="preserve"> </w:t>
      </w:r>
      <w:r>
        <w:rPr>
          <w:b/>
          <w:color w:val="000000"/>
          <w:sz w:val="36"/>
          <w:shd w:val="clear" w:color="auto" w:fill="FFFFFF"/>
        </w:rPr>
        <w:t>ОШИБКИ</w:t>
      </w:r>
      <w:r>
        <w:rPr>
          <w:rFonts w:ascii="Helvetica" w:hAnsi="Helvetica"/>
          <w:b/>
          <w:color w:val="000000"/>
          <w:sz w:val="36"/>
          <w:shd w:val="clear" w:color="auto" w:fill="FFFFFF"/>
        </w:rPr>
        <w:t xml:space="preserve"> </w:t>
      </w:r>
      <w:r>
        <w:rPr>
          <w:b/>
          <w:color w:val="000000"/>
          <w:sz w:val="36"/>
          <w:shd w:val="clear" w:color="auto" w:fill="FFFFFF"/>
        </w:rPr>
        <w:t>ПРИ</w:t>
      </w:r>
      <w:r>
        <w:rPr>
          <w:rFonts w:ascii="Helvetica" w:hAnsi="Helvetica"/>
          <w:b/>
          <w:color w:val="000000"/>
          <w:sz w:val="36"/>
          <w:shd w:val="clear" w:color="auto" w:fill="FFFFFF"/>
        </w:rPr>
        <w:t xml:space="preserve"> </w:t>
      </w:r>
      <w:r>
        <w:rPr>
          <w:b/>
          <w:color w:val="000000"/>
          <w:sz w:val="36"/>
          <w:shd w:val="clear" w:color="auto" w:fill="FFFFFF"/>
        </w:rPr>
        <w:t>ФОТОСЪЕМКЕ</w:t>
      </w:r>
    </w:p>
    <w:p w:rsidR="00F23DD5" w:rsidRDefault="005E351D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>
            <wp:extent cx="6294120" cy="1531620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294120" cy="1531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23DD5" w:rsidRDefault="005E351D">
      <w:pPr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>
            <wp:extent cx="6294120" cy="1531620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294120" cy="1531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23DD5" w:rsidRDefault="005E351D">
      <w:pPr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>
            <wp:extent cx="6294120" cy="1650365"/>
            <wp:effectExtent l="0" t="0" r="0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294120" cy="1650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23DD5" w:rsidRDefault="005E351D">
      <w:pPr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>
            <wp:extent cx="6294120" cy="1531620"/>
            <wp:effectExtent l="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294120" cy="1531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23DD5" w:rsidRDefault="005E351D">
      <w:pPr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>
            <wp:extent cx="6294120" cy="1531620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294120" cy="1531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23DD5" w:rsidRDefault="005E351D">
      <w:pPr>
        <w:rPr>
          <w:rFonts w:ascii="Times New Roman" w:hAnsi="Times New Roman"/>
          <w:sz w:val="24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294120" cy="1531620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294120" cy="1531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23DD5" w:rsidRDefault="005E351D">
      <w:pPr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>
            <wp:extent cx="6294120" cy="1531620"/>
            <wp:effectExtent l="0" t="0" r="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294120" cy="1531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23DD5" w:rsidRDefault="005E351D">
      <w:pPr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>
            <wp:extent cx="6294120" cy="1531620"/>
            <wp:effectExtent l="0" t="0" r="0" b="0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294120" cy="1531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23DD5" w:rsidRDefault="00F23DD5">
      <w:pPr>
        <w:jc w:val="center"/>
        <w:rPr>
          <w:rFonts w:ascii="Times New Roman" w:hAnsi="Times New Roman"/>
          <w:b/>
          <w:sz w:val="24"/>
        </w:rPr>
      </w:pPr>
    </w:p>
    <w:sectPr w:rsidR="00F23DD5">
      <w:headerReference w:type="default" r:id="rId18"/>
      <w:pgSz w:w="11906" w:h="16838"/>
      <w:pgMar w:top="568" w:right="567" w:bottom="567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A75" w:rsidRDefault="002C5A75" w:rsidP="00DE7226">
      <w:pPr>
        <w:spacing w:after="0" w:line="240" w:lineRule="auto"/>
      </w:pPr>
      <w:r>
        <w:separator/>
      </w:r>
    </w:p>
  </w:endnote>
  <w:endnote w:type="continuationSeparator" w:id="0">
    <w:p w:rsidR="002C5A75" w:rsidRDefault="002C5A75" w:rsidP="00DE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A75" w:rsidRDefault="002C5A75" w:rsidP="00DE7226">
      <w:pPr>
        <w:spacing w:after="0" w:line="240" w:lineRule="auto"/>
      </w:pPr>
      <w:r>
        <w:separator/>
      </w:r>
    </w:p>
  </w:footnote>
  <w:footnote w:type="continuationSeparator" w:id="0">
    <w:p w:rsidR="002C5A75" w:rsidRDefault="002C5A75" w:rsidP="00DE7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226" w:rsidRDefault="00DE7226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618998</wp:posOffset>
              </wp:positionV>
              <wp:extent cx="381000" cy="8019098"/>
              <wp:effectExtent l="0" t="0" r="0" b="1270"/>
              <wp:wrapNone/>
              <wp:docPr id="19" name="Надпись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E7226" w:rsidRPr="00DE7226" w:rsidRDefault="00DE7226">
                          <w:pP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>21.11.2018</w:t>
                          </w:r>
                          <w:proofErr w:type="gramStart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 xml:space="preserve"> Э</w:t>
                          </w:r>
                          <w:proofErr w:type="gramEnd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 xml:space="preserve">ҚАБЖ МО (7.23.0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 xml:space="preserve">)  Копия электронного документа. Положительный результат проверки ЭЦП.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9" o:spid="_x0000_s1026" type="#_x0000_t202" style="position:absolute;margin-left:494.4pt;margin-top:48.75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" filled="f" stroked="f" strokeweight=".5pt">
              <v:fill o:detectmouseclick="t"/>
              <v:textbox style="layout-flow:vertical;mso-layout-flow-alt:bottom-to-top">
                <w:txbxContent>
                  <w:p w:rsidR="00DE7226" w:rsidRPr="00DE7226" w:rsidRDefault="00DE7226">
                    <w:pPr>
                      <w:rPr>
                        <w:rFonts w:ascii="Times New Roman" w:hAnsi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 xml:space="preserve">21.11.2018 ЭҚАБЖ МО (7.23.0 </w:t>
                    </w:r>
                    <w:proofErr w:type="spellStart"/>
                    <w:proofErr w:type="gramStart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>)  Копия</w:t>
                    </w:r>
                    <w:proofErr w:type="gramEnd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 xml:space="preserve"> электронного документа. Положительный результат проверки ЭЦП.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211B4"/>
    <w:multiLevelType w:val="multilevel"/>
    <w:tmpl w:val="4EA816C2"/>
    <w:lvl w:ilvl="0">
      <w:start w:val="1"/>
      <w:numFmt w:val="decimal"/>
      <w:pStyle w:val="1"/>
      <w:lvlText w:val="%1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DD5"/>
    <w:rsid w:val="00251BBB"/>
    <w:rsid w:val="002C5A75"/>
    <w:rsid w:val="005E351D"/>
    <w:rsid w:val="00994C51"/>
    <w:rsid w:val="00DE7226"/>
    <w:rsid w:val="00F23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keepLines/>
      <w:pageBreakBefore/>
      <w:numPr>
        <w:numId w:val="1"/>
      </w:numPr>
      <w:spacing w:before="240" w:after="60" w:line="240" w:lineRule="auto"/>
      <w:outlineLvl w:val="0"/>
    </w:pPr>
    <w:rPr>
      <w:rFonts w:ascii="Arial" w:hAnsi="Arial"/>
      <w:b/>
      <w:sz w:val="32"/>
      <w:lang w:eastAsia="ru-RU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hAnsi="Arial"/>
      <w:b/>
      <w:i/>
      <w:sz w:val="30"/>
      <w:lang w:eastAsia="ru-RU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hAnsi="Arial"/>
      <w:b/>
      <w:sz w:val="24"/>
      <w:lang w:eastAsia="ru-RU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hAnsi="Times New Roman"/>
      <w:b/>
      <w:sz w:val="24"/>
      <w:lang w:eastAsia="ru-RU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spacing w:before="240" w:after="60" w:line="240" w:lineRule="auto"/>
      <w:outlineLvl w:val="4"/>
    </w:pPr>
    <w:rPr>
      <w:rFonts w:ascii="Times New Roman" w:hAnsi="Times New Roman"/>
      <w:b/>
      <w:i/>
      <w:sz w:val="24"/>
      <w:lang w:eastAsia="ru-RU"/>
    </w:rPr>
  </w:style>
  <w:style w:type="paragraph" w:styleId="6">
    <w:name w:val="heading 6"/>
    <w:basedOn w:val="a"/>
    <w:next w:val="a"/>
    <w:link w:val="60"/>
    <w:qFormat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hAnsi="Times New Roman"/>
      <w:i/>
      <w:sz w:val="24"/>
      <w:lang w:eastAsia="ru-RU"/>
    </w:rPr>
  </w:style>
  <w:style w:type="paragraph" w:styleId="7">
    <w:name w:val="heading 7"/>
    <w:basedOn w:val="a"/>
    <w:next w:val="a"/>
    <w:link w:val="70"/>
    <w:qFormat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hAnsi="Times New Roman"/>
      <w:sz w:val="24"/>
      <w:lang w:eastAsia="ru-RU"/>
    </w:rPr>
  </w:style>
  <w:style w:type="paragraph" w:styleId="8">
    <w:name w:val="heading 8"/>
    <w:basedOn w:val="a"/>
    <w:next w:val="a"/>
    <w:link w:val="80"/>
    <w:qFormat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hAnsi="Times New Roman"/>
      <w:i/>
      <w:sz w:val="24"/>
      <w:lang w:eastAsia="ru-RU"/>
    </w:rPr>
  </w:style>
  <w:style w:type="paragraph" w:styleId="9">
    <w:name w:val="heading 9"/>
    <w:basedOn w:val="a"/>
    <w:next w:val="a"/>
    <w:link w:val="90"/>
    <w:qFormat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hAnsi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  <w:spacing w:after="0" w:line="240" w:lineRule="auto"/>
    </w:pPr>
  </w:style>
  <w:style w:type="character" w:styleId="a7">
    <w:name w:val="line number"/>
    <w:basedOn w:val="a0"/>
    <w:semiHidden/>
  </w:style>
  <w:style w:type="character" w:styleId="a8">
    <w:name w:val="Hyperlink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a3"/>
  </w:style>
  <w:style w:type="character" w:customStyle="1" w:styleId="a6">
    <w:name w:val="Нижний колонтитул Знак"/>
    <w:basedOn w:val="a0"/>
    <w:link w:val="a5"/>
  </w:style>
  <w:style w:type="character" w:customStyle="1" w:styleId="10">
    <w:name w:val="Заголовок 1 Знак"/>
    <w:basedOn w:val="a0"/>
    <w:link w:val="1"/>
    <w:rPr>
      <w:rFonts w:ascii="Arial" w:hAnsi="Arial"/>
      <w:b/>
      <w:sz w:val="32"/>
      <w:lang w:eastAsia="ru-RU"/>
    </w:rPr>
  </w:style>
  <w:style w:type="character" w:customStyle="1" w:styleId="20">
    <w:name w:val="Заголовок 2 Знак"/>
    <w:basedOn w:val="a0"/>
    <w:link w:val="2"/>
    <w:rPr>
      <w:rFonts w:ascii="Arial" w:hAnsi="Arial"/>
      <w:b/>
      <w:i/>
      <w:sz w:val="30"/>
      <w:lang w:eastAsia="ru-RU"/>
    </w:rPr>
  </w:style>
  <w:style w:type="character" w:customStyle="1" w:styleId="30">
    <w:name w:val="Заголовок 3 Знак"/>
    <w:basedOn w:val="a0"/>
    <w:link w:val="3"/>
    <w:rPr>
      <w:rFonts w:ascii="Arial" w:hAnsi="Arial"/>
      <w:b/>
      <w:sz w:val="24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hAnsi="Times New Roman"/>
      <w:b/>
      <w:sz w:val="24"/>
      <w:lang w:eastAsia="ru-RU"/>
    </w:rPr>
  </w:style>
  <w:style w:type="character" w:customStyle="1" w:styleId="50">
    <w:name w:val="Заголовок 5 Знак"/>
    <w:basedOn w:val="a0"/>
    <w:link w:val="5"/>
    <w:rPr>
      <w:rFonts w:ascii="Times New Roman" w:hAnsi="Times New Roman"/>
      <w:b/>
      <w:i/>
      <w:sz w:val="24"/>
      <w:lang w:eastAsia="ru-RU"/>
    </w:rPr>
  </w:style>
  <w:style w:type="character" w:customStyle="1" w:styleId="60">
    <w:name w:val="Заголовок 6 Знак"/>
    <w:basedOn w:val="a0"/>
    <w:link w:val="6"/>
    <w:rPr>
      <w:rFonts w:ascii="Times New Roman" w:hAnsi="Times New Roman"/>
      <w:i/>
      <w:sz w:val="24"/>
      <w:lang w:eastAsia="ru-RU"/>
    </w:rPr>
  </w:style>
  <w:style w:type="character" w:customStyle="1" w:styleId="70">
    <w:name w:val="Заголовок 7 Знак"/>
    <w:basedOn w:val="a0"/>
    <w:link w:val="7"/>
    <w:rPr>
      <w:rFonts w:ascii="Times New Roman" w:hAnsi="Times New Roman"/>
      <w:sz w:val="24"/>
      <w:lang w:eastAsia="ru-RU"/>
    </w:rPr>
  </w:style>
  <w:style w:type="character" w:customStyle="1" w:styleId="80">
    <w:name w:val="Заголовок 8 Знак"/>
    <w:basedOn w:val="a0"/>
    <w:link w:val="8"/>
    <w:rPr>
      <w:rFonts w:ascii="Times New Roman" w:hAnsi="Times New Roman"/>
      <w:i/>
      <w:sz w:val="24"/>
      <w:lang w:eastAsia="ru-RU"/>
    </w:rPr>
  </w:style>
  <w:style w:type="character" w:customStyle="1" w:styleId="90">
    <w:name w:val="Заголовок 9 Знак"/>
    <w:basedOn w:val="a0"/>
    <w:link w:val="9"/>
    <w:rPr>
      <w:rFonts w:ascii="Arial" w:hAnsi="Arial"/>
      <w:lang w:eastAsia="ru-RU"/>
    </w:rPr>
  </w:style>
  <w:style w:type="table" w:styleId="1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5E35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E35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keepLines/>
      <w:pageBreakBefore/>
      <w:numPr>
        <w:numId w:val="1"/>
      </w:numPr>
      <w:spacing w:before="240" w:after="60" w:line="240" w:lineRule="auto"/>
      <w:outlineLvl w:val="0"/>
    </w:pPr>
    <w:rPr>
      <w:rFonts w:ascii="Arial" w:hAnsi="Arial"/>
      <w:b/>
      <w:sz w:val="32"/>
      <w:lang w:eastAsia="ru-RU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hAnsi="Arial"/>
      <w:b/>
      <w:i/>
      <w:sz w:val="30"/>
      <w:lang w:eastAsia="ru-RU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hAnsi="Arial"/>
      <w:b/>
      <w:sz w:val="24"/>
      <w:lang w:eastAsia="ru-RU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hAnsi="Times New Roman"/>
      <w:b/>
      <w:sz w:val="24"/>
      <w:lang w:eastAsia="ru-RU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spacing w:before="240" w:after="60" w:line="240" w:lineRule="auto"/>
      <w:outlineLvl w:val="4"/>
    </w:pPr>
    <w:rPr>
      <w:rFonts w:ascii="Times New Roman" w:hAnsi="Times New Roman"/>
      <w:b/>
      <w:i/>
      <w:sz w:val="24"/>
      <w:lang w:eastAsia="ru-RU"/>
    </w:rPr>
  </w:style>
  <w:style w:type="paragraph" w:styleId="6">
    <w:name w:val="heading 6"/>
    <w:basedOn w:val="a"/>
    <w:next w:val="a"/>
    <w:link w:val="60"/>
    <w:qFormat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hAnsi="Times New Roman"/>
      <w:i/>
      <w:sz w:val="24"/>
      <w:lang w:eastAsia="ru-RU"/>
    </w:rPr>
  </w:style>
  <w:style w:type="paragraph" w:styleId="7">
    <w:name w:val="heading 7"/>
    <w:basedOn w:val="a"/>
    <w:next w:val="a"/>
    <w:link w:val="70"/>
    <w:qFormat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hAnsi="Times New Roman"/>
      <w:sz w:val="24"/>
      <w:lang w:eastAsia="ru-RU"/>
    </w:rPr>
  </w:style>
  <w:style w:type="paragraph" w:styleId="8">
    <w:name w:val="heading 8"/>
    <w:basedOn w:val="a"/>
    <w:next w:val="a"/>
    <w:link w:val="80"/>
    <w:qFormat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hAnsi="Times New Roman"/>
      <w:i/>
      <w:sz w:val="24"/>
      <w:lang w:eastAsia="ru-RU"/>
    </w:rPr>
  </w:style>
  <w:style w:type="paragraph" w:styleId="9">
    <w:name w:val="heading 9"/>
    <w:basedOn w:val="a"/>
    <w:next w:val="a"/>
    <w:link w:val="90"/>
    <w:qFormat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hAnsi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  <w:spacing w:after="0" w:line="240" w:lineRule="auto"/>
    </w:pPr>
  </w:style>
  <w:style w:type="character" w:styleId="a7">
    <w:name w:val="line number"/>
    <w:basedOn w:val="a0"/>
    <w:semiHidden/>
  </w:style>
  <w:style w:type="character" w:styleId="a8">
    <w:name w:val="Hyperlink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a3"/>
  </w:style>
  <w:style w:type="character" w:customStyle="1" w:styleId="a6">
    <w:name w:val="Нижний колонтитул Знак"/>
    <w:basedOn w:val="a0"/>
    <w:link w:val="a5"/>
  </w:style>
  <w:style w:type="character" w:customStyle="1" w:styleId="10">
    <w:name w:val="Заголовок 1 Знак"/>
    <w:basedOn w:val="a0"/>
    <w:link w:val="1"/>
    <w:rPr>
      <w:rFonts w:ascii="Arial" w:hAnsi="Arial"/>
      <w:b/>
      <w:sz w:val="32"/>
      <w:lang w:eastAsia="ru-RU"/>
    </w:rPr>
  </w:style>
  <w:style w:type="character" w:customStyle="1" w:styleId="20">
    <w:name w:val="Заголовок 2 Знак"/>
    <w:basedOn w:val="a0"/>
    <w:link w:val="2"/>
    <w:rPr>
      <w:rFonts w:ascii="Arial" w:hAnsi="Arial"/>
      <w:b/>
      <w:i/>
      <w:sz w:val="30"/>
      <w:lang w:eastAsia="ru-RU"/>
    </w:rPr>
  </w:style>
  <w:style w:type="character" w:customStyle="1" w:styleId="30">
    <w:name w:val="Заголовок 3 Знак"/>
    <w:basedOn w:val="a0"/>
    <w:link w:val="3"/>
    <w:rPr>
      <w:rFonts w:ascii="Arial" w:hAnsi="Arial"/>
      <w:b/>
      <w:sz w:val="24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hAnsi="Times New Roman"/>
      <w:b/>
      <w:sz w:val="24"/>
      <w:lang w:eastAsia="ru-RU"/>
    </w:rPr>
  </w:style>
  <w:style w:type="character" w:customStyle="1" w:styleId="50">
    <w:name w:val="Заголовок 5 Знак"/>
    <w:basedOn w:val="a0"/>
    <w:link w:val="5"/>
    <w:rPr>
      <w:rFonts w:ascii="Times New Roman" w:hAnsi="Times New Roman"/>
      <w:b/>
      <w:i/>
      <w:sz w:val="24"/>
      <w:lang w:eastAsia="ru-RU"/>
    </w:rPr>
  </w:style>
  <w:style w:type="character" w:customStyle="1" w:styleId="60">
    <w:name w:val="Заголовок 6 Знак"/>
    <w:basedOn w:val="a0"/>
    <w:link w:val="6"/>
    <w:rPr>
      <w:rFonts w:ascii="Times New Roman" w:hAnsi="Times New Roman"/>
      <w:i/>
      <w:sz w:val="24"/>
      <w:lang w:eastAsia="ru-RU"/>
    </w:rPr>
  </w:style>
  <w:style w:type="character" w:customStyle="1" w:styleId="70">
    <w:name w:val="Заголовок 7 Знак"/>
    <w:basedOn w:val="a0"/>
    <w:link w:val="7"/>
    <w:rPr>
      <w:rFonts w:ascii="Times New Roman" w:hAnsi="Times New Roman"/>
      <w:sz w:val="24"/>
      <w:lang w:eastAsia="ru-RU"/>
    </w:rPr>
  </w:style>
  <w:style w:type="character" w:customStyle="1" w:styleId="80">
    <w:name w:val="Заголовок 8 Знак"/>
    <w:basedOn w:val="a0"/>
    <w:link w:val="8"/>
    <w:rPr>
      <w:rFonts w:ascii="Times New Roman" w:hAnsi="Times New Roman"/>
      <w:i/>
      <w:sz w:val="24"/>
      <w:lang w:eastAsia="ru-RU"/>
    </w:rPr>
  </w:style>
  <w:style w:type="character" w:customStyle="1" w:styleId="90">
    <w:name w:val="Заголовок 9 Знак"/>
    <w:basedOn w:val="a0"/>
    <w:link w:val="9"/>
    <w:rPr>
      <w:rFonts w:ascii="Arial" w:hAnsi="Arial"/>
      <w:lang w:eastAsia="ru-RU"/>
    </w:rPr>
  </w:style>
  <w:style w:type="table" w:styleId="1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5E35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E35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g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image" Target="media/image10.jpg"/><Relationship Id="rId2" Type="http://schemas.openxmlformats.org/officeDocument/2006/relationships/styles" Target="styles.xml"/><Relationship Id="rId16" Type="http://schemas.openxmlformats.org/officeDocument/2006/relationships/image" Target="media/image9.jp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image" Target="media/image8.jpg"/><Relationship Id="rId10" Type="http://schemas.openxmlformats.org/officeDocument/2006/relationships/image" Target="media/image3.jp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B2782A60</Template>
  <TotalTime>2</TotalTime>
  <Pages>4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2018-11-21T08:02:00Z</dcterms:created>
  <dcterms:modified xsi:type="dcterms:W3CDTF">2018-12-10T11:23:00Z</dcterms:modified>
</cp:coreProperties>
</file>